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-BoldMT"/>
          <w:b/>
          <w:bCs/>
        </w:rPr>
      </w:pPr>
      <w:r w:rsidRPr="009033A3">
        <w:rPr>
          <w:rFonts w:ascii="Arial Narrow" w:hAnsi="Arial Narrow" w:cs="Arial-BoldMT"/>
          <w:b/>
          <w:bCs/>
        </w:rPr>
        <w:t>Allegato B – Schema della domanda in carta semplice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/>
          <w:bCs/>
        </w:rPr>
      </w:pP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/>
          <w:bCs/>
        </w:rPr>
      </w:pPr>
    </w:p>
    <w:p w:rsidR="00393026" w:rsidRPr="009033A3" w:rsidRDefault="00393026" w:rsidP="00576C89">
      <w:pPr>
        <w:autoSpaceDE w:val="0"/>
        <w:autoSpaceDN w:val="0"/>
        <w:adjustRightInd w:val="0"/>
        <w:spacing w:line="240" w:lineRule="auto"/>
        <w:rPr>
          <w:rFonts w:ascii="Arial Narrow" w:hAnsi="Arial Narrow"/>
        </w:rPr>
      </w:pPr>
      <w:r w:rsidRPr="00373BAA">
        <w:rPr>
          <w:rFonts w:ascii="Arial Narrow" w:hAnsi="Arial Narrow"/>
        </w:rPr>
        <w:t xml:space="preserve">CONCORSO PUBBLICO </w:t>
      </w:r>
      <w:r w:rsidRPr="009033A3">
        <w:rPr>
          <w:rFonts w:ascii="Arial Narrow" w:hAnsi="Arial Narrow"/>
        </w:rPr>
        <w:t>PER TITOLI E ESAMI, PER LA COPERTURA DI 2 POSTI DI DIRIGENTE CON PROFILO TECNICO CON RAPPORTO DI LAVORO A TEMPO PIENO E INDETERMINATO - CCNL DIRIGENZA AREA II – COMPARTO REGIONI-AUTONOMIE LOCALI, CON RISERVA DEL 50% AL PERSONALE INTERNO IN  POSSESSO DEI REQUISITI PREVISTI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/>
          <w:bCs/>
        </w:rPr>
      </w:pP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/>
          <w:bCs/>
        </w:rPr>
      </w:pP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_l_ sottoscritto/a _________________________________________ codice fiscale ___________________________________________ nato/a _______________________________ il __________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35D40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/>
        </w:rPr>
      </w:pPr>
      <w:r w:rsidRPr="009033A3">
        <w:rPr>
          <w:rFonts w:ascii="Arial Narrow" w:hAnsi="Arial Narrow"/>
        </w:rPr>
        <w:t>CHIEDE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/>
        </w:rPr>
      </w:pPr>
      <w:r w:rsidRPr="009033A3">
        <w:rPr>
          <w:rFonts w:ascii="Arial Narrow" w:hAnsi="Arial Narrow"/>
        </w:rPr>
        <w:t xml:space="preserve">di essere ammesso/a alla procedura di </w:t>
      </w:r>
      <w:r>
        <w:rPr>
          <w:rFonts w:ascii="Arial Narrow" w:hAnsi="Arial Narrow"/>
        </w:rPr>
        <w:t>concorso</w:t>
      </w:r>
      <w:r w:rsidRPr="009033A3">
        <w:rPr>
          <w:rFonts w:ascii="Arial Narrow" w:hAnsi="Arial Narrow"/>
        </w:rPr>
        <w:t xml:space="preserve"> pubblic</w:t>
      </w:r>
      <w:r>
        <w:rPr>
          <w:rFonts w:ascii="Arial Narrow" w:hAnsi="Arial Narrow"/>
        </w:rPr>
        <w:t>o</w:t>
      </w:r>
      <w:r w:rsidRPr="009033A3">
        <w:rPr>
          <w:rFonts w:ascii="Arial Narrow" w:hAnsi="Arial Narrow"/>
        </w:rPr>
        <w:t xml:space="preserve"> per titoli e esami, per la copertura di 2 posti di dirigente con profilo tecnico con rapporto di lavoro a tempo pieno e indeterminato - Ccnl Dirigenza Area II – comparto regioni-autonomie locali, con riserva del 50% al personale interno in  possesso dei requisiti previsti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 w:cs="Arial-ItalicMT"/>
          <w:i/>
          <w:iCs/>
        </w:rPr>
      </w:pP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hAnsi="Arial Narrow" w:cs="Arial-ItalicMT"/>
          <w:i/>
          <w:iCs/>
        </w:rPr>
      </w:pPr>
      <w:r w:rsidRPr="009033A3">
        <w:rPr>
          <w:rFonts w:ascii="Arial Narrow" w:hAnsi="Arial Narrow" w:cs="Arial-ItalicMT"/>
          <w:i/>
          <w:iCs/>
        </w:rPr>
        <w:t>A tal fine, sotto la propria responsabilità, consapevole delle conseguenze penali previste dall’art. 76 del DPR n. 445/00 in caso di dichiarazioni mendaci,</w:t>
      </w:r>
    </w:p>
    <w:p w:rsidR="00393026" w:rsidRPr="009033A3" w:rsidRDefault="00393026" w:rsidP="00342F62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-BoldMT"/>
          <w:b/>
          <w:bCs/>
        </w:rPr>
      </w:pPr>
      <w:r w:rsidRPr="009033A3">
        <w:rPr>
          <w:rFonts w:ascii="Arial Narrow" w:hAnsi="Arial Narrow" w:cs="Arial-BoldMT"/>
          <w:b/>
          <w:bCs/>
        </w:rPr>
        <w:t>DICHIARA</w:t>
      </w:r>
    </w:p>
    <w:p w:rsidR="00393026" w:rsidRPr="009033A3" w:rsidRDefault="00393026" w:rsidP="00342F62">
      <w:pPr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-BoldMT"/>
          <w:b/>
          <w:bCs/>
        </w:rPr>
      </w:pP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di essere residente in:_____________________________________________ CAP____________ Via___________________________________n°_______recapito telefonico</w:t>
      </w:r>
      <w:r>
        <w:rPr>
          <w:rFonts w:ascii="Arial Narrow" w:eastAsia="ArialMT" w:hAnsi="Arial Narrow" w:cs="ArialMT"/>
        </w:rPr>
        <w:t xml:space="preserve"> </w:t>
      </w:r>
      <w:r w:rsidRPr="009033A3">
        <w:rPr>
          <w:rFonts w:ascii="Arial Narrow" w:eastAsia="ArialMT" w:hAnsi="Arial Narrow" w:cs="ArialMT"/>
        </w:rPr>
        <w:t>___________________</w:t>
      </w:r>
      <w:r>
        <w:rPr>
          <w:rFonts w:ascii="Arial Narrow" w:eastAsia="ArialMT" w:hAnsi="Arial Narrow" w:cs="ArialMT"/>
        </w:rPr>
        <w:t xml:space="preserve"> </w:t>
      </w:r>
      <w:r w:rsidRPr="009033A3">
        <w:rPr>
          <w:rFonts w:ascii="Arial Narrow" w:eastAsia="ArialMT" w:hAnsi="Arial Narrow" w:cs="ArialMT"/>
        </w:rPr>
        <w:t>e-mail _______________________________________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a) Di avere: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- cittadinanza italiana;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 xml:space="preserve">- oppure cittadinanza di uno degli Stati membri dell’Unione Europea 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- oppure essere familiare</w:t>
      </w:r>
      <w:r w:rsidRPr="009033A3">
        <w:rPr>
          <w:rFonts w:ascii="Arial Narrow" w:eastAsia="ArialMT" w:hAnsi="Arial Narrow" w:cs="ArialMT"/>
        </w:rPr>
        <w:t xml:space="preserve"> di un cittadino dell’Unione Europea non avent</w:t>
      </w:r>
      <w:r>
        <w:rPr>
          <w:rFonts w:ascii="Arial Narrow" w:eastAsia="ArialMT" w:hAnsi="Arial Narrow" w:cs="ArialMT"/>
        </w:rPr>
        <w:t>e</w:t>
      </w:r>
      <w:r w:rsidRPr="009033A3">
        <w:rPr>
          <w:rFonts w:ascii="Arial Narrow" w:eastAsia="ArialMT" w:hAnsi="Arial Narrow" w:cs="ArialMT"/>
        </w:rPr>
        <w:t xml:space="preserve"> la cittadinanza di uno Stato membro dell’UE, ma titolari del diritto di soggiorno o del diritto di soggiorno permanente;</w:t>
      </w:r>
    </w:p>
    <w:p w:rsidR="00393026" w:rsidRPr="009033A3" w:rsidRDefault="00393026" w:rsidP="00CA7C95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- oppure essere cittadino</w:t>
      </w:r>
      <w:r w:rsidRPr="009033A3">
        <w:rPr>
          <w:rFonts w:ascii="Arial Narrow" w:eastAsia="ArialMT" w:hAnsi="Arial Narrow" w:cs="ArialMT"/>
        </w:rPr>
        <w:t xml:space="preserve"> di Paesi Terzi, titolari del permesso di soggiorno UE per soggiornanti di lungo periodo o dello status di rifugiato ovvero dello status di protezione sussidiaria (art. 38 del d.lgs. n. 165/2001 e ss.mm.ii.).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Sono fatte salve in ogni caso, per i cittadini non italiani, le disposizioni di cui all’art. 1 del DPR del 26 luglio 1976, n. 752, in materia di conoscenza della lingua italiana;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 xml:space="preserve">b) </w:t>
      </w:r>
      <w:r>
        <w:rPr>
          <w:rFonts w:ascii="Arial Narrow" w:eastAsia="ArialMT" w:hAnsi="Arial Narrow" w:cs="ArialMT"/>
        </w:rPr>
        <w:t>d</w:t>
      </w:r>
      <w:r w:rsidRPr="009033A3">
        <w:rPr>
          <w:rFonts w:ascii="Arial Narrow" w:eastAsia="ArialMT" w:hAnsi="Arial Narrow" w:cs="ArialMT"/>
        </w:rPr>
        <w:t>i avere età non inferiore ad anni diciotto e non superiore a quella prevista dalle normative vigenti per il collocamento a riposo;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 xml:space="preserve">c) </w:t>
      </w:r>
      <w:r>
        <w:rPr>
          <w:rFonts w:ascii="Arial Narrow" w:eastAsia="ArialMT" w:hAnsi="Arial Narrow" w:cs="ArialMT"/>
        </w:rPr>
        <w:t>d</w:t>
      </w:r>
      <w:r w:rsidRPr="009033A3">
        <w:rPr>
          <w:rFonts w:ascii="Arial Narrow" w:eastAsia="ArialMT" w:hAnsi="Arial Narrow" w:cs="ArialMT"/>
        </w:rPr>
        <w:t>i godere dei diritti civili e politici ovvero, per i cittadini degli Stati membri dell’Unione Europea e di Stati terzi, il godimento dei diritti civili e politici negli Stati di appartenenza o di provenienza (ad eccezione dei titolari dello status di rifugiato o di protezione sussidiaria);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 xml:space="preserve">d) </w:t>
      </w:r>
      <w:r>
        <w:rPr>
          <w:rFonts w:ascii="Arial Narrow" w:eastAsia="ArialMT" w:hAnsi="Arial Narrow" w:cs="ArialMT"/>
        </w:rPr>
        <w:t>d</w:t>
      </w:r>
      <w:r w:rsidRPr="009033A3">
        <w:rPr>
          <w:rFonts w:ascii="Arial Narrow" w:eastAsia="ArialMT" w:hAnsi="Arial Narrow" w:cs="ArialMT"/>
        </w:rPr>
        <w:t>i aver idoneità fisica alle mansioni proprie del posto;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 xml:space="preserve">e) </w:t>
      </w:r>
      <w:r>
        <w:rPr>
          <w:rFonts w:ascii="Arial Narrow" w:eastAsia="ArialMT" w:hAnsi="Arial Narrow" w:cs="ArialMT"/>
        </w:rPr>
        <w:t>d</w:t>
      </w:r>
      <w:r w:rsidRPr="009033A3">
        <w:rPr>
          <w:rFonts w:ascii="Arial Narrow" w:eastAsia="ArialMT" w:hAnsi="Arial Narrow" w:cs="ArialMT"/>
        </w:rPr>
        <w:t>i avere adeguata conoscenza della lingua italiana (solo per i cittadini di Stati membri l’Unione Europea o Stati terzi);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D51CE9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f</w:t>
      </w:r>
      <w:r w:rsidRPr="00D51CE9">
        <w:rPr>
          <w:rFonts w:ascii="Arial Narrow" w:eastAsia="ArialMT" w:hAnsi="Arial Narrow" w:cs="ArialMT"/>
        </w:rPr>
        <w:t>) di non essere stato destituito dall'impiego presso una pubblica amministrazione a seguito di procedimento disciplinare o dispensato dall'impiego per persistente insufficiente rendimento ovvero dichiarato decaduto dall'impiego o licenziato per le medesime cause o per averlo conseguito mediante la produzione di documenti falsi o viziati da invalidità insanabile;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D51CE9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g</w:t>
      </w:r>
      <w:r w:rsidRPr="00D51CE9">
        <w:rPr>
          <w:rFonts w:ascii="Arial Narrow" w:eastAsia="ArialMT" w:hAnsi="Arial Narrow" w:cs="ArialMT"/>
        </w:rPr>
        <w:t xml:space="preserve">) </w:t>
      </w:r>
      <w:bookmarkStart w:id="0" w:name="OLE_LINK2"/>
      <w:r w:rsidRPr="00D51CE9">
        <w:rPr>
          <w:rFonts w:ascii="Arial Narrow" w:eastAsia="ArialMT" w:hAnsi="Arial Narrow" w:cs="ArialMT"/>
        </w:rPr>
        <w:t xml:space="preserve">di non avere riportato condanne penali che </w:t>
      </w:r>
      <w:r w:rsidRPr="009033A3">
        <w:rPr>
          <w:rFonts w:ascii="Arial Narrow" w:eastAsia="ArialMT" w:hAnsi="Arial Narrow" w:cs="ArialMT"/>
        </w:rPr>
        <w:t>impediscano, ai sensi delle vigenti disposizioni in materia, la costituzione di un rapporto di lavoro con la Pubblica Amministrazione</w:t>
      </w:r>
      <w:r w:rsidRPr="00D51CE9">
        <w:rPr>
          <w:rFonts w:ascii="Arial Narrow" w:eastAsia="ArialMT" w:hAnsi="Arial Narrow" w:cs="ArialMT"/>
        </w:rPr>
        <w:t>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h) di non</w:t>
      </w:r>
      <w:r w:rsidRPr="009033A3">
        <w:rPr>
          <w:rFonts w:ascii="Arial Narrow" w:eastAsia="ArialMT" w:hAnsi="Arial Narrow" w:cs="ArialMT"/>
        </w:rPr>
        <w:t xml:space="preserve"> avere in corso procedimenti penali che impediscano, ai sensi delle vigenti disposizioni in materia, la costituzione di un rapporto di lavoro con la Pubblica Amministrazione;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D51CE9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i</w:t>
      </w:r>
      <w:r w:rsidRPr="00D51CE9">
        <w:rPr>
          <w:rFonts w:ascii="Arial Narrow" w:eastAsia="ArialMT" w:hAnsi="Arial Narrow" w:cs="ArialMT"/>
        </w:rPr>
        <w:t>) di non trovarsi nelle condizioni previste dall’art. 35 bis del D.Lgs. 165/2001;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D51CE9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l</w:t>
      </w:r>
      <w:r w:rsidRPr="00D51CE9">
        <w:rPr>
          <w:rFonts w:ascii="Arial Narrow" w:eastAsia="ArialMT" w:hAnsi="Arial Narrow" w:cs="ArialMT"/>
        </w:rPr>
        <w:t xml:space="preserve">) </w:t>
      </w:r>
      <w:r>
        <w:rPr>
          <w:rFonts w:ascii="Arial Narrow" w:eastAsia="ArialMT" w:hAnsi="Arial Narrow" w:cs="ArialMT"/>
        </w:rPr>
        <w:t xml:space="preserve">di non avere cause </w:t>
      </w:r>
      <w:r w:rsidRPr="00D51CE9">
        <w:rPr>
          <w:rFonts w:ascii="Arial Narrow" w:eastAsia="ArialMT" w:hAnsi="Arial Narrow" w:cs="ArialMT"/>
        </w:rPr>
        <w:t>di inconferibilità e/o incompatibilità ai sensi delle disposizioni di cui al D.Lgs. 8 aprile 2013, n. 39</w:t>
      </w:r>
      <w:r>
        <w:rPr>
          <w:rFonts w:ascii="Arial Narrow" w:eastAsia="ArialMT" w:hAnsi="Arial Narrow" w:cs="ArialMT"/>
        </w:rPr>
        <w:t xml:space="preserve"> e ss. mm. e ii.</w:t>
      </w:r>
      <w:r w:rsidRPr="00D51CE9">
        <w:rPr>
          <w:rFonts w:ascii="Arial Narrow" w:eastAsia="ArialMT" w:hAnsi="Arial Narrow" w:cs="ArialMT"/>
        </w:rPr>
        <w:t xml:space="preserve">; </w:t>
      </w:r>
    </w:p>
    <w:bookmarkEnd w:id="0"/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m</w:t>
      </w:r>
      <w:r w:rsidRPr="009033A3">
        <w:rPr>
          <w:rFonts w:ascii="Arial Narrow" w:eastAsia="ArialMT" w:hAnsi="Arial Narrow" w:cs="ArialMT"/>
        </w:rPr>
        <w:t xml:space="preserve">) </w:t>
      </w:r>
      <w:r>
        <w:rPr>
          <w:rFonts w:ascii="Arial Narrow" w:eastAsia="ArialMT" w:hAnsi="Arial Narrow" w:cs="ArialMT"/>
        </w:rPr>
        <w:t>d</w:t>
      </w:r>
      <w:r w:rsidRPr="009033A3">
        <w:rPr>
          <w:rFonts w:ascii="Arial Narrow" w:eastAsia="ArialMT" w:hAnsi="Arial Narrow" w:cs="ArialMT"/>
        </w:rPr>
        <w:t>i non essere in godimento del trattamento di quiescenza;</w:t>
      </w:r>
    </w:p>
    <w:p w:rsidR="00393026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n) d</w:t>
      </w:r>
      <w:r w:rsidRPr="009033A3">
        <w:rPr>
          <w:rFonts w:ascii="Arial Narrow" w:eastAsia="ArialMT" w:hAnsi="Arial Narrow" w:cs="ArialMT"/>
        </w:rPr>
        <w:t>i essere in possesso di: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hAnsi="Arial Narrow"/>
        </w:rPr>
        <w:t>Diploma di Laurea (vecchio ordinamento)  o  Laurea  Magistrale  (LM) o Laurea  Specialistica  (LS)  previsto dall'art. 3.h del bando come segue:</w:t>
      </w:r>
      <w:r w:rsidRPr="009033A3">
        <w:rPr>
          <w:rFonts w:ascii="Arial Narrow" w:eastAsia="ArialMT" w:hAnsi="Arial Narrow" w:cs="ArialMT"/>
        </w:rPr>
        <w:t>_______________________ conseguito nell’anno ___________ con la seguente valutazione________________________________________</w:t>
      </w:r>
    </w:p>
    <w:p w:rsidR="00393026" w:rsidRPr="009033A3" w:rsidRDefault="00393026" w:rsidP="00566766">
      <w:pPr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o</w:t>
      </w:r>
      <w:r w:rsidRPr="009033A3">
        <w:rPr>
          <w:rFonts w:ascii="Arial Narrow" w:eastAsia="ArialMT" w:hAnsi="Arial Narrow" w:cs="ArialMT"/>
        </w:rPr>
        <w:t>) di possedere i seguenti requisiti di qualificazione professionale, come previsti dall'art. 4 (co. 1 lett, a/b/c</w:t>
      </w:r>
      <w:r>
        <w:rPr>
          <w:rFonts w:ascii="Arial Narrow" w:eastAsia="ArialMT" w:hAnsi="Arial Narrow" w:cs="ArialMT"/>
        </w:rPr>
        <w:t>/d</w:t>
      </w:r>
      <w:r w:rsidRPr="009033A3">
        <w:rPr>
          <w:rFonts w:ascii="Arial Narrow" w:eastAsia="ArialMT" w:hAnsi="Arial Narrow" w:cs="ArialMT"/>
        </w:rPr>
        <w:t>) del bando, indicati specificatamente:</w:t>
      </w:r>
    </w:p>
    <w:p w:rsidR="00393026" w:rsidRPr="009033A3" w:rsidRDefault="00393026" w:rsidP="00566766">
      <w:pPr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__________________________________________________________________________________;</w:t>
      </w:r>
    </w:p>
    <w:p w:rsidR="00393026" w:rsidRPr="000E020E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p) di avere la conoscenza della </w:t>
      </w:r>
      <w:r w:rsidRPr="000E020E">
        <w:rPr>
          <w:rFonts w:ascii="Arial Narrow" w:hAnsi="Arial Narrow"/>
          <w:sz w:val="20"/>
          <w:szCs w:val="20"/>
        </w:rPr>
        <w:t xml:space="preserve">lingua </w:t>
      </w:r>
      <w:r>
        <w:rPr>
          <w:rFonts w:ascii="Arial Narrow" w:hAnsi="Arial Narrow"/>
          <w:sz w:val="20"/>
          <w:szCs w:val="20"/>
        </w:rPr>
        <w:t>__________, tra quelle previste dal bando</w:t>
      </w:r>
      <w:r w:rsidRPr="000E020E">
        <w:rPr>
          <w:rFonts w:ascii="Arial Narrow" w:hAnsi="Arial Narrow"/>
          <w:sz w:val="20"/>
          <w:szCs w:val="20"/>
        </w:rPr>
        <w:t>;</w:t>
      </w:r>
    </w:p>
    <w:p w:rsidR="00393026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</w:p>
    <w:p w:rsidR="00393026" w:rsidRPr="000E020E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q</w:t>
      </w:r>
      <w:r w:rsidRPr="000E020E">
        <w:rPr>
          <w:rFonts w:ascii="Arial Narrow" w:hAnsi="Arial Narrow"/>
          <w:sz w:val="20"/>
          <w:szCs w:val="20"/>
        </w:rPr>
        <w:t>) di essere consapevole del contenuto degli artt. 75 e 76 del DPR n° 445 del 28 dicembre 2000;</w:t>
      </w:r>
    </w:p>
    <w:p w:rsidR="00393026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</w:p>
    <w:p w:rsidR="00393026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</w:t>
      </w:r>
      <w:r w:rsidRPr="000E020E">
        <w:rPr>
          <w:rFonts w:ascii="Arial Narrow" w:hAnsi="Arial Narrow"/>
          <w:sz w:val="20"/>
          <w:szCs w:val="20"/>
        </w:rPr>
        <w:t xml:space="preserve">) di aver </w:t>
      </w:r>
      <w:r>
        <w:rPr>
          <w:rFonts w:ascii="Arial Narrow" w:hAnsi="Arial Narrow"/>
          <w:sz w:val="20"/>
          <w:szCs w:val="20"/>
        </w:rPr>
        <w:t>preso atto del</w:t>
      </w:r>
      <w:r w:rsidRPr="000E020E">
        <w:rPr>
          <w:rFonts w:ascii="Arial Narrow" w:hAnsi="Arial Narrow"/>
          <w:sz w:val="20"/>
          <w:szCs w:val="20"/>
        </w:rPr>
        <w:t>l’informativa sul trattamento dei dati personali di cui all’art. 13 del D.Lgs. n° 196 del 30 giugno 2003, inserita all'interno dell'avviso di selezione</w:t>
      </w:r>
      <w:r>
        <w:rPr>
          <w:rFonts w:ascii="Arial Narrow" w:hAnsi="Arial Narrow"/>
          <w:sz w:val="20"/>
          <w:szCs w:val="20"/>
        </w:rPr>
        <w:t>;</w:t>
      </w:r>
    </w:p>
    <w:p w:rsidR="00393026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</w:p>
    <w:p w:rsidR="00393026" w:rsidRPr="00D51CE9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</w:t>
      </w:r>
      <w:r w:rsidRPr="00D51CE9">
        <w:rPr>
          <w:rFonts w:ascii="Arial Narrow" w:hAnsi="Arial Narrow"/>
          <w:sz w:val="20"/>
          <w:szCs w:val="20"/>
        </w:rPr>
        <w:t>)  di conoscere l’uso delle apparecchiature e delle applicazioni informatiche;</w:t>
      </w:r>
    </w:p>
    <w:p w:rsidR="00393026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</w:p>
    <w:p w:rsidR="00393026" w:rsidRPr="00D51CE9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</w:t>
      </w:r>
      <w:r w:rsidRPr="00D51CE9">
        <w:rPr>
          <w:rFonts w:ascii="Arial Narrow" w:hAnsi="Arial Narrow"/>
          <w:sz w:val="20"/>
          <w:szCs w:val="20"/>
        </w:rPr>
        <w:t>) (solo per i candidati portatori di handicap) di specificare, in relazione al proprio handicap, l'ausilio necessario nonché l'eventuale necessità di tempi aggiuntivi per sostenere il colloquio:. .............................................................................</w:t>
      </w:r>
      <w:r>
        <w:rPr>
          <w:rFonts w:ascii="Arial Narrow" w:hAnsi="Arial Narrow"/>
          <w:sz w:val="20"/>
          <w:szCs w:val="20"/>
        </w:rPr>
        <w:t>...........</w:t>
      </w:r>
      <w:r w:rsidRPr="00D51CE9">
        <w:rPr>
          <w:rFonts w:ascii="Arial Narrow" w:hAnsi="Arial Narrow"/>
          <w:sz w:val="20"/>
          <w:szCs w:val="20"/>
        </w:rPr>
        <w:t xml:space="preserve">.(il tutto debitamente documentato da certificazione rilasciata dalla struttura sanitaria competente da allegare alla domanda); </w:t>
      </w:r>
    </w:p>
    <w:p w:rsidR="00393026" w:rsidRDefault="00393026" w:rsidP="00566766">
      <w:pPr>
        <w:tabs>
          <w:tab w:val="left" w:pos="360"/>
        </w:tabs>
        <w:spacing w:line="240" w:lineRule="auto"/>
        <w:rPr>
          <w:rFonts w:ascii="Arial Narrow" w:hAnsi="Arial Narrow"/>
          <w:sz w:val="20"/>
          <w:szCs w:val="20"/>
        </w:rPr>
      </w:pPr>
    </w:p>
    <w:p w:rsidR="00393026" w:rsidRPr="00D51CE9" w:rsidRDefault="00393026" w:rsidP="00566766">
      <w:pPr>
        <w:tabs>
          <w:tab w:val="left" w:pos="360"/>
        </w:tabs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u) </w:t>
      </w:r>
      <w:r w:rsidRPr="00D51CE9">
        <w:rPr>
          <w:rFonts w:ascii="Arial Narrow" w:hAnsi="Arial Narrow"/>
          <w:sz w:val="20"/>
          <w:szCs w:val="20"/>
        </w:rPr>
        <w:t xml:space="preserve">di essere consapevole che la Provincia di Frosinone pubblicherà all’albo pretorio on-line nonché sul sito internet dell'Ente www.provincia.fr.it, con valore di informazione </w:t>
      </w:r>
      <w:r w:rsidRPr="00164FF3">
        <w:rPr>
          <w:rFonts w:ascii="Arial Narrow" w:hAnsi="Arial Narrow"/>
          <w:sz w:val="20"/>
          <w:szCs w:val="20"/>
          <w:u w:val="single"/>
        </w:rPr>
        <w:t>e in sostituzione di ogni tipologia di comunicazione individuale</w:t>
      </w:r>
      <w:r w:rsidRPr="00D51CE9">
        <w:rPr>
          <w:rFonts w:ascii="Arial Narrow" w:hAnsi="Arial Narrow"/>
          <w:sz w:val="20"/>
          <w:szCs w:val="20"/>
        </w:rPr>
        <w:t>, quanto segue:</w:t>
      </w:r>
    </w:p>
    <w:p w:rsidR="00393026" w:rsidRPr="00D51CE9" w:rsidRDefault="00393026" w:rsidP="00566766">
      <w:pPr>
        <w:tabs>
          <w:tab w:val="left" w:pos="720"/>
        </w:tabs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I) </w:t>
      </w:r>
      <w:r w:rsidRPr="00D51CE9">
        <w:rPr>
          <w:rFonts w:ascii="Arial Narrow" w:hAnsi="Arial Narrow"/>
          <w:sz w:val="20"/>
          <w:szCs w:val="20"/>
        </w:rPr>
        <w:t>l’elenco dei candidati ammessi alla selezione e quello degli esclusi, con l’indicazione dei punteggi conseguiti a seguito della valutazione dei titoli;</w:t>
      </w:r>
    </w:p>
    <w:p w:rsidR="00393026" w:rsidRPr="00D51CE9" w:rsidRDefault="00393026" w:rsidP="00566766">
      <w:pPr>
        <w:tabs>
          <w:tab w:val="left" w:pos="720"/>
        </w:tabs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II) </w:t>
      </w:r>
      <w:r w:rsidRPr="00D51CE9">
        <w:rPr>
          <w:rFonts w:ascii="Arial Narrow" w:hAnsi="Arial Narrow"/>
          <w:sz w:val="20"/>
          <w:szCs w:val="20"/>
        </w:rPr>
        <w:t>le date, gli orari ed il luogo di svolgimento della prova tecnico - pratica e della prova orale;</w:t>
      </w:r>
    </w:p>
    <w:p w:rsidR="00393026" w:rsidRPr="00D51CE9" w:rsidRDefault="00393026" w:rsidP="00566766">
      <w:pPr>
        <w:tabs>
          <w:tab w:val="left" w:pos="720"/>
        </w:tabs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III) </w:t>
      </w:r>
      <w:r w:rsidRPr="00D51CE9">
        <w:rPr>
          <w:rFonts w:ascii="Arial Narrow" w:hAnsi="Arial Narrow"/>
          <w:sz w:val="20"/>
          <w:szCs w:val="20"/>
        </w:rPr>
        <w:t>la graduatoria;</w:t>
      </w:r>
    </w:p>
    <w:p w:rsidR="00393026" w:rsidRDefault="00393026" w:rsidP="00566766">
      <w:pPr>
        <w:spacing w:line="240" w:lineRule="auto"/>
        <w:rPr>
          <w:rFonts w:ascii="Arial Narrow" w:hAnsi="Arial Narrow"/>
          <w:sz w:val="20"/>
          <w:szCs w:val="20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v</w:t>
      </w:r>
      <w:r w:rsidRPr="009033A3">
        <w:rPr>
          <w:rFonts w:ascii="Arial Narrow" w:eastAsia="ArialMT" w:hAnsi="Arial Narrow" w:cs="ArialMT"/>
        </w:rPr>
        <w:t xml:space="preserve">) di essere dipendente a tempo indeterminato della Provincia di Frosinone e partecipare alla riserva dei posti (solo per i </w:t>
      </w:r>
      <w:r>
        <w:rPr>
          <w:rFonts w:ascii="Arial Narrow" w:eastAsia="ArialMT" w:hAnsi="Arial Narrow" w:cs="ArialMT"/>
        </w:rPr>
        <w:t>soggetti interessati</w:t>
      </w:r>
      <w:r w:rsidRPr="009033A3">
        <w:rPr>
          <w:rFonts w:ascii="Arial Narrow" w:eastAsia="ArialMT" w:hAnsi="Arial Narrow" w:cs="ArialMT"/>
        </w:rPr>
        <w:t>);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>
        <w:rPr>
          <w:rFonts w:ascii="Arial Narrow" w:eastAsia="ArialMT" w:hAnsi="Arial Narrow" w:cs="ArialMT"/>
        </w:rPr>
        <w:t>Allega alla presente</w:t>
      </w:r>
      <w:r w:rsidRPr="009033A3">
        <w:rPr>
          <w:rFonts w:ascii="Arial Narrow" w:eastAsia="ArialMT" w:hAnsi="Arial Narrow" w:cs="ArialMT"/>
        </w:rPr>
        <w:t>: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Cs/>
        </w:rPr>
      </w:pPr>
      <w:r>
        <w:rPr>
          <w:rFonts w:ascii="Arial Narrow" w:eastAsia="ArialMT" w:hAnsi="Arial Narrow" w:cs="ArialMT"/>
        </w:rPr>
        <w:t>1</w:t>
      </w:r>
      <w:r w:rsidRPr="009033A3">
        <w:rPr>
          <w:rFonts w:ascii="Arial Narrow" w:eastAsia="ArialMT" w:hAnsi="Arial Narrow" w:cs="ArialMT"/>
        </w:rPr>
        <w:t xml:space="preserve">. </w:t>
      </w:r>
      <w:r w:rsidRPr="009033A3">
        <w:rPr>
          <w:rFonts w:ascii="Arial Narrow" w:hAnsi="Arial Narrow" w:cs="Arial-BoldMT"/>
          <w:bCs/>
        </w:rPr>
        <w:t>curriculum formativo e professionale (formato europeo) datato e firmato;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Cs/>
        </w:rPr>
      </w:pPr>
      <w:r w:rsidRPr="009033A3">
        <w:rPr>
          <w:rFonts w:ascii="Arial Narrow" w:hAnsi="Arial Narrow" w:cs="Arial-BoldMT"/>
          <w:bCs/>
        </w:rPr>
        <w:t>2. autodichiarazione titoli;</w:t>
      </w:r>
    </w:p>
    <w:p w:rsidR="00393026" w:rsidRPr="00C42E84" w:rsidRDefault="00393026" w:rsidP="00566766">
      <w:pPr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>3</w:t>
      </w:r>
      <w:r w:rsidRPr="00C42E84">
        <w:rPr>
          <w:rFonts w:ascii="Arial Narrow" w:hAnsi="Arial Narrow" w:cs="Arial"/>
          <w:bCs/>
          <w:sz w:val="20"/>
          <w:szCs w:val="20"/>
        </w:rPr>
        <w:t>.</w:t>
      </w:r>
      <w:r w:rsidRPr="00C42E84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Pr="00C42E84">
        <w:rPr>
          <w:rFonts w:ascii="Arial Narrow" w:hAnsi="Arial Narrow" w:cs="Arial"/>
          <w:sz w:val="20"/>
          <w:szCs w:val="20"/>
        </w:rPr>
        <w:t xml:space="preserve">la ricevuta comprovante l'avvenuto versamento della tassa di concorso di Euro 10,00 da effettuare sul Conto Corrente Postale n. 13197033 intestato alla Provincia di </w:t>
      </w:r>
      <w:r>
        <w:rPr>
          <w:rFonts w:ascii="Arial Narrow" w:hAnsi="Arial Narrow" w:cs="Arial"/>
          <w:sz w:val="20"/>
          <w:szCs w:val="20"/>
        </w:rPr>
        <w:t>Frosinone – Servizio Tesoreria;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Cs/>
        </w:rPr>
      </w:pPr>
      <w:r>
        <w:rPr>
          <w:rFonts w:ascii="Arial Narrow" w:eastAsia="ArialMT" w:hAnsi="Arial Narrow" w:cs="ArialMT"/>
        </w:rPr>
        <w:t>4</w:t>
      </w:r>
      <w:r w:rsidRPr="009033A3">
        <w:rPr>
          <w:rFonts w:ascii="Arial Narrow" w:eastAsia="ArialMT" w:hAnsi="Arial Narrow" w:cs="ArialMT"/>
        </w:rPr>
        <w:t xml:space="preserve">. </w:t>
      </w:r>
      <w:r w:rsidRPr="009033A3">
        <w:rPr>
          <w:rFonts w:ascii="Arial Narrow" w:hAnsi="Arial Narrow" w:cs="Arial-BoldMT"/>
          <w:bCs/>
        </w:rPr>
        <w:t>fotocopia non autenticata di un proprio documento di identità in corso di validità.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hAnsi="Arial Narrow" w:cs="Arial-BoldMT"/>
          <w:bCs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hAnsi="Arial Narrow" w:cs="Arial-ItalicMT"/>
          <w:i/>
          <w:iCs/>
        </w:rPr>
      </w:pPr>
      <w:r w:rsidRPr="009033A3">
        <w:rPr>
          <w:rFonts w:ascii="Arial Narrow" w:hAnsi="Arial Narrow" w:cs="Arial-ItalicMT"/>
          <w:i/>
          <w:iCs/>
        </w:rPr>
        <w:t>_l_ sottoscritto_ dichiara inoltre di autorizzare la Provincia di Frosinone ad utilizzare i dati personali contenuti nella presente richiesta per le finalità relative alla selezione e nel rispetto de Decreto Legislativo n. 196/2003.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data, ______________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jc w:val="right"/>
        <w:rPr>
          <w:rFonts w:ascii="Arial Narrow" w:eastAsia="ArialMT" w:hAnsi="Arial Narrow" w:cs="ArialMT"/>
        </w:rPr>
      </w:pPr>
      <w:r w:rsidRPr="009033A3">
        <w:rPr>
          <w:rFonts w:ascii="Arial Narrow" w:eastAsia="ArialMT" w:hAnsi="Arial Narrow" w:cs="ArialMT"/>
        </w:rPr>
        <w:t>________________________________</w:t>
      </w:r>
    </w:p>
    <w:p w:rsidR="00393026" w:rsidRPr="009033A3" w:rsidRDefault="00393026" w:rsidP="00566766">
      <w:pPr>
        <w:jc w:val="right"/>
        <w:rPr>
          <w:rFonts w:ascii="Arial Narrow" w:hAnsi="Arial Narrow"/>
        </w:rPr>
      </w:pPr>
      <w:r w:rsidRPr="009033A3">
        <w:rPr>
          <w:rFonts w:ascii="Arial Narrow" w:hAnsi="Arial Narrow" w:cs="Arial-ItalicMT"/>
          <w:i/>
          <w:iCs/>
        </w:rPr>
        <w:t>(firma per esteso del dichiarante)</w:t>
      </w:r>
    </w:p>
    <w:p w:rsidR="00393026" w:rsidRPr="009033A3" w:rsidRDefault="00393026" w:rsidP="00566766">
      <w:pPr>
        <w:autoSpaceDE w:val="0"/>
        <w:autoSpaceDN w:val="0"/>
        <w:adjustRightInd w:val="0"/>
        <w:spacing w:line="240" w:lineRule="auto"/>
        <w:rPr>
          <w:rFonts w:ascii="Arial Narrow" w:hAnsi="Arial Narrow"/>
        </w:rPr>
      </w:pPr>
    </w:p>
    <w:sectPr w:rsidR="00393026" w:rsidRPr="009033A3" w:rsidSect="00F22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C95"/>
    <w:rsid w:val="0000320F"/>
    <w:rsid w:val="000232A7"/>
    <w:rsid w:val="000E020E"/>
    <w:rsid w:val="000E5F5D"/>
    <w:rsid w:val="00152AD1"/>
    <w:rsid w:val="00164FF3"/>
    <w:rsid w:val="001D5B50"/>
    <w:rsid w:val="00262C6C"/>
    <w:rsid w:val="00320A18"/>
    <w:rsid w:val="00340257"/>
    <w:rsid w:val="00342F62"/>
    <w:rsid w:val="00373BAA"/>
    <w:rsid w:val="00393026"/>
    <w:rsid w:val="003A2E4C"/>
    <w:rsid w:val="003A6FFC"/>
    <w:rsid w:val="003C4677"/>
    <w:rsid w:val="00443EC5"/>
    <w:rsid w:val="00453F82"/>
    <w:rsid w:val="00455CED"/>
    <w:rsid w:val="004C343F"/>
    <w:rsid w:val="00527E08"/>
    <w:rsid w:val="00535D40"/>
    <w:rsid w:val="0056468D"/>
    <w:rsid w:val="00566766"/>
    <w:rsid w:val="00576C89"/>
    <w:rsid w:val="006311F7"/>
    <w:rsid w:val="006B2F98"/>
    <w:rsid w:val="007040DA"/>
    <w:rsid w:val="0071081D"/>
    <w:rsid w:val="008175F9"/>
    <w:rsid w:val="00826309"/>
    <w:rsid w:val="009033A3"/>
    <w:rsid w:val="00962CF7"/>
    <w:rsid w:val="00973980"/>
    <w:rsid w:val="009D4F42"/>
    <w:rsid w:val="00AB6A8C"/>
    <w:rsid w:val="00B82E9D"/>
    <w:rsid w:val="00BF3D6A"/>
    <w:rsid w:val="00BF74E1"/>
    <w:rsid w:val="00C42E84"/>
    <w:rsid w:val="00C5246F"/>
    <w:rsid w:val="00C96647"/>
    <w:rsid w:val="00CA7C95"/>
    <w:rsid w:val="00CD34CA"/>
    <w:rsid w:val="00D0207E"/>
    <w:rsid w:val="00D51CE9"/>
    <w:rsid w:val="00DD27FE"/>
    <w:rsid w:val="00E04455"/>
    <w:rsid w:val="00E25894"/>
    <w:rsid w:val="00E52D5D"/>
    <w:rsid w:val="00E95856"/>
    <w:rsid w:val="00F22500"/>
    <w:rsid w:val="00FB0F9F"/>
    <w:rsid w:val="00FF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00"/>
    <w:pPr>
      <w:spacing w:line="360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CA7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A7C95"/>
    <w:rPr>
      <w:rFonts w:ascii="Courier New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6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957</Words>
  <Characters>5461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demarcoa</cp:lastModifiedBy>
  <cp:revision>9</cp:revision>
  <dcterms:created xsi:type="dcterms:W3CDTF">2017-08-08T12:21:00Z</dcterms:created>
  <dcterms:modified xsi:type="dcterms:W3CDTF">2017-10-03T06:18:00Z</dcterms:modified>
</cp:coreProperties>
</file>