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6E3BB" w14:textId="47E32007" w:rsidR="00B659E0" w:rsidRDefault="00B659E0" w:rsidP="00B659E0">
      <w:pPr>
        <w:pStyle w:val="Corpotesto"/>
        <w:spacing w:before="81" w:line="237" w:lineRule="auto"/>
        <w:ind w:left="6389" w:right="1286"/>
      </w:pPr>
      <w:bookmarkStart w:id="0" w:name="Testo_Proposta"/>
      <w:r>
        <w:t xml:space="preserve">Al Comune di </w:t>
      </w:r>
      <w:r w:rsidR="006413DD">
        <w:t>BRONI</w:t>
      </w:r>
    </w:p>
    <w:p w14:paraId="29BB7964" w14:textId="77777777" w:rsidR="006413DD" w:rsidRDefault="006413DD" w:rsidP="00B659E0">
      <w:pPr>
        <w:pStyle w:val="Corpotesto"/>
        <w:spacing w:before="81" w:line="237" w:lineRule="auto"/>
        <w:ind w:left="6389" w:right="1286"/>
      </w:pPr>
      <w:r>
        <w:t>Piazza Garibaldi, 12</w:t>
      </w:r>
    </w:p>
    <w:p w14:paraId="182CBFEE" w14:textId="77777777" w:rsidR="00B659E0" w:rsidRDefault="006413DD" w:rsidP="00B659E0">
      <w:pPr>
        <w:pStyle w:val="Corpotesto"/>
        <w:spacing w:line="240" w:lineRule="exact"/>
        <w:ind w:left="6389"/>
      </w:pPr>
      <w:r>
        <w:t>27043</w:t>
      </w:r>
      <w:r w:rsidR="00B659E0">
        <w:t xml:space="preserve"> </w:t>
      </w:r>
      <w:r>
        <w:t xml:space="preserve"> Broni (PV)</w:t>
      </w:r>
    </w:p>
    <w:p w14:paraId="07CBD5B2" w14:textId="77777777" w:rsidR="00B659E0" w:rsidRDefault="00B659E0" w:rsidP="00B659E0">
      <w:pPr>
        <w:pStyle w:val="Corpotesto"/>
      </w:pPr>
    </w:p>
    <w:p w14:paraId="31D1C50A" w14:textId="77777777" w:rsidR="006413DD" w:rsidRPr="00211BA1" w:rsidRDefault="00B659E0" w:rsidP="006413DD">
      <w:pPr>
        <w:pStyle w:val="Corpotesto"/>
        <w:tabs>
          <w:tab w:val="left" w:pos="9342"/>
          <w:tab w:val="left" w:pos="9639"/>
        </w:tabs>
        <w:spacing w:before="1" w:line="360" w:lineRule="auto"/>
        <w:ind w:left="435" w:right="764"/>
      </w:pPr>
      <w:r w:rsidRPr="00211BA1">
        <w:t>Il</w:t>
      </w:r>
      <w:r w:rsidRPr="00211BA1">
        <w:rPr>
          <w:spacing w:val="-7"/>
        </w:rPr>
        <w:t xml:space="preserve"> </w:t>
      </w:r>
      <w:r w:rsidRPr="00211BA1">
        <w:t>sottoscritto/a</w:t>
      </w:r>
      <w:r w:rsidRPr="00211BA1">
        <w:rPr>
          <w:spacing w:val="-8"/>
        </w:rPr>
        <w:t xml:space="preserve"> </w:t>
      </w:r>
      <w:r w:rsidRPr="00211BA1">
        <w:t>(cognome)</w:t>
      </w:r>
      <w:r w:rsidRPr="00211BA1">
        <w:rPr>
          <w:w w:val="99"/>
          <w:u w:val="single"/>
        </w:rPr>
        <w:t xml:space="preserve"> 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t xml:space="preserve"> </w:t>
      </w:r>
    </w:p>
    <w:p w14:paraId="5780CD06" w14:textId="77777777" w:rsidR="00B659E0" w:rsidRPr="00211BA1" w:rsidRDefault="0083026C" w:rsidP="006413DD">
      <w:pPr>
        <w:pStyle w:val="Corpotesto"/>
        <w:tabs>
          <w:tab w:val="left" w:pos="9342"/>
          <w:tab w:val="left" w:pos="9639"/>
        </w:tabs>
        <w:spacing w:before="1" w:line="360" w:lineRule="auto"/>
        <w:ind w:left="435" w:right="764"/>
      </w:pPr>
      <w:r>
        <w:t>(</w:t>
      </w:r>
      <w:r w:rsidR="00B659E0" w:rsidRPr="00211BA1">
        <w:t>nome)</w:t>
      </w:r>
      <w:r w:rsidR="00B659E0" w:rsidRPr="00211BA1">
        <w:rPr>
          <w:spacing w:val="20"/>
        </w:rPr>
        <w:t xml:space="preserve"> </w:t>
      </w:r>
      <w:r w:rsidR="00B659E0" w:rsidRPr="00211BA1">
        <w:rPr>
          <w:w w:val="99"/>
          <w:u w:val="single"/>
        </w:rPr>
        <w:t xml:space="preserve"> </w:t>
      </w:r>
      <w:r w:rsidR="00B659E0" w:rsidRPr="00211BA1">
        <w:rPr>
          <w:u w:val="single"/>
        </w:rPr>
        <w:tab/>
      </w:r>
      <w:r w:rsidRPr="0083026C">
        <w:t>___</w:t>
      </w:r>
    </w:p>
    <w:p w14:paraId="03464875" w14:textId="77777777" w:rsidR="00B659E0" w:rsidRPr="00211BA1" w:rsidRDefault="00B659E0" w:rsidP="0083026C">
      <w:pPr>
        <w:pStyle w:val="Corpotesto"/>
        <w:spacing w:line="241" w:lineRule="exact"/>
        <w:ind w:left="426" w:right="-1"/>
      </w:pPr>
      <w:r w:rsidRPr="00211BA1">
        <w:t>nato/a</w:t>
      </w:r>
      <w:r w:rsidRPr="00211BA1">
        <w:tab/>
      </w:r>
      <w:proofErr w:type="spellStart"/>
      <w:r w:rsidRPr="00211BA1">
        <w:t>a</w:t>
      </w:r>
      <w:proofErr w:type="spellEnd"/>
      <w:r w:rsidR="0083026C">
        <w:t xml:space="preserve"> </w:t>
      </w:r>
      <w:r w:rsidRPr="00211BA1">
        <w:rPr>
          <w:u w:val="single"/>
        </w:rPr>
        <w:t xml:space="preserve"> </w:t>
      </w:r>
      <w:r w:rsidR="0083026C" w:rsidRPr="002D5C31">
        <w:t xml:space="preserve">_______________________________________________ </w:t>
      </w:r>
      <w:r w:rsidR="0083026C">
        <w:t xml:space="preserve"> </w:t>
      </w:r>
      <w:r w:rsidRPr="002D5C31">
        <w:t>il</w:t>
      </w:r>
      <w:r w:rsidR="0083026C" w:rsidRPr="002D5C31">
        <w:t xml:space="preserve"> </w:t>
      </w:r>
      <w:r w:rsidRPr="002D5C31">
        <w:rPr>
          <w:w w:val="99"/>
        </w:rPr>
        <w:t xml:space="preserve"> </w:t>
      </w:r>
      <w:r w:rsidR="006413DD" w:rsidRPr="002D5C31">
        <w:t>_</w:t>
      </w:r>
      <w:r w:rsidR="0083026C" w:rsidRPr="002D5C31">
        <w:t>___________</w:t>
      </w:r>
      <w:r w:rsidR="006413DD" w:rsidRPr="002D5C31">
        <w:t>____</w:t>
      </w:r>
    </w:p>
    <w:p w14:paraId="3A566BD9" w14:textId="77777777" w:rsidR="00B659E0" w:rsidRPr="00211BA1" w:rsidRDefault="00B659E0" w:rsidP="0083026C">
      <w:pPr>
        <w:pStyle w:val="Corpotesto"/>
        <w:tabs>
          <w:tab w:val="left" w:pos="1832"/>
          <w:tab w:val="left" w:pos="4407"/>
          <w:tab w:val="left" w:pos="8747"/>
          <w:tab w:val="left" w:pos="9339"/>
          <w:tab w:val="left" w:pos="9452"/>
          <w:tab w:val="left" w:pos="9558"/>
          <w:tab w:val="left" w:pos="9903"/>
        </w:tabs>
        <w:spacing w:before="121" w:line="360" w:lineRule="auto"/>
        <w:ind w:left="435" w:right="413"/>
      </w:pPr>
      <w:r w:rsidRPr="00211BA1">
        <w:t>residente</w:t>
      </w:r>
      <w:r w:rsidRPr="00211BA1">
        <w:rPr>
          <w:spacing w:val="-7"/>
        </w:rPr>
        <w:t xml:space="preserve"> </w:t>
      </w:r>
      <w:r w:rsidRPr="00211BA1">
        <w:t>a</w:t>
      </w:r>
      <w:r w:rsidRPr="00211BA1">
        <w:rPr>
          <w:spacing w:val="19"/>
        </w:rPr>
        <w:t xml:space="preserve"> </w:t>
      </w:r>
      <w:r w:rsidRPr="00211BA1">
        <w:rPr>
          <w:w w:val="99"/>
          <w:u w:val="single"/>
        </w:rPr>
        <w:t xml:space="preserve"> 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="0083026C" w:rsidRPr="0083026C">
        <w:t>__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t xml:space="preserve">                                                                                                                Via</w:t>
      </w:r>
      <w:r w:rsidRPr="00211BA1">
        <w:rPr>
          <w:u w:val="single"/>
        </w:rPr>
        <w:t xml:space="preserve"> 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t>n.</w:t>
      </w:r>
      <w:r w:rsidRPr="00211BA1">
        <w:rPr>
          <w:u w:val="single"/>
        </w:rPr>
        <w:tab/>
      </w:r>
      <w:r w:rsidRPr="00211BA1">
        <w:t xml:space="preserve"> prov.</w:t>
      </w:r>
      <w:r w:rsidRPr="00211BA1">
        <w:rPr>
          <w:u w:val="single"/>
        </w:rPr>
        <w:t xml:space="preserve"> </w:t>
      </w:r>
      <w:r w:rsidRPr="00211BA1">
        <w:rPr>
          <w:u w:val="single"/>
        </w:rPr>
        <w:tab/>
      </w:r>
      <w:r w:rsidRPr="00211BA1">
        <w:t>CAP</w:t>
      </w:r>
      <w:r w:rsidRPr="00211BA1">
        <w:rPr>
          <w:u w:val="single"/>
        </w:rPr>
        <w:t xml:space="preserve"> </w:t>
      </w:r>
      <w:r w:rsidRPr="00211BA1">
        <w:rPr>
          <w:u w:val="single"/>
        </w:rPr>
        <w:tab/>
      </w:r>
      <w:r w:rsidRPr="00211BA1">
        <w:t>tel.</w:t>
      </w:r>
      <w:r w:rsidR="00211BA1">
        <w:t>____________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t xml:space="preserve"> indirizzo</w:t>
      </w:r>
      <w:r w:rsidRPr="00211BA1">
        <w:rPr>
          <w:spacing w:val="-7"/>
        </w:rPr>
        <w:t xml:space="preserve"> </w:t>
      </w:r>
      <w:r w:rsidRPr="00211BA1">
        <w:t>e-mail</w:t>
      </w:r>
      <w:r w:rsidRPr="00211BA1">
        <w:rPr>
          <w:u w:val="single"/>
        </w:rPr>
        <w:t xml:space="preserve"> </w:t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  <w:r w:rsidRPr="00211BA1">
        <w:rPr>
          <w:u w:val="single"/>
        </w:rPr>
        <w:tab/>
      </w:r>
    </w:p>
    <w:p w14:paraId="20743848" w14:textId="77777777" w:rsidR="0083026C" w:rsidRDefault="0083026C" w:rsidP="0083026C">
      <w:pPr>
        <w:pStyle w:val="Corpotesto"/>
        <w:tabs>
          <w:tab w:val="left" w:pos="9939"/>
        </w:tabs>
        <w:spacing w:before="1" w:line="360" w:lineRule="auto"/>
        <w:ind w:left="435"/>
      </w:pPr>
      <w:r>
        <w:t xml:space="preserve">via _________________________________________ n. _______ prov. _______ </w:t>
      </w:r>
      <w:proofErr w:type="spellStart"/>
      <w:r>
        <w:t>cap</w:t>
      </w:r>
      <w:proofErr w:type="spellEnd"/>
      <w:r>
        <w:t xml:space="preserve"> _______ </w:t>
      </w:r>
    </w:p>
    <w:p w14:paraId="259FE179" w14:textId="77777777" w:rsidR="0083026C" w:rsidRDefault="0083026C" w:rsidP="0083026C">
      <w:pPr>
        <w:pStyle w:val="Corpotesto"/>
        <w:tabs>
          <w:tab w:val="left" w:pos="9939"/>
        </w:tabs>
        <w:spacing w:before="1" w:line="360" w:lineRule="auto"/>
        <w:ind w:left="435"/>
      </w:pPr>
      <w:r>
        <w:t xml:space="preserve">indirizzo e-mail _______________________________________________________________    </w:t>
      </w:r>
    </w:p>
    <w:p w14:paraId="0199A518" w14:textId="77777777" w:rsidR="00B659E0" w:rsidRPr="00211BA1" w:rsidRDefault="00B659E0" w:rsidP="0083026C">
      <w:pPr>
        <w:pStyle w:val="Corpotesto"/>
        <w:spacing w:before="1" w:line="360" w:lineRule="auto"/>
        <w:ind w:left="435"/>
      </w:pPr>
      <w:r w:rsidRPr="00211BA1">
        <w:t>indirizzo</w:t>
      </w:r>
      <w:r w:rsidRPr="00211BA1">
        <w:rPr>
          <w:spacing w:val="-9"/>
        </w:rPr>
        <w:t xml:space="preserve"> </w:t>
      </w:r>
      <w:proofErr w:type="spellStart"/>
      <w:r w:rsidRPr="00211BA1">
        <w:t>pec</w:t>
      </w:r>
      <w:proofErr w:type="spellEnd"/>
      <w:r w:rsidRPr="00211BA1">
        <w:rPr>
          <w:spacing w:val="21"/>
        </w:rPr>
        <w:t xml:space="preserve"> </w:t>
      </w:r>
      <w:r w:rsidRPr="00211BA1">
        <w:rPr>
          <w:w w:val="99"/>
          <w:u w:val="single"/>
        </w:rPr>
        <w:t xml:space="preserve"> </w:t>
      </w:r>
      <w:r w:rsidRPr="00211BA1">
        <w:rPr>
          <w:u w:val="single"/>
        </w:rPr>
        <w:tab/>
      </w:r>
      <w:r w:rsidR="0083026C" w:rsidRPr="0083026C">
        <w:t>______________________________________________________________</w:t>
      </w:r>
    </w:p>
    <w:p w14:paraId="7E5F3DCA" w14:textId="77777777" w:rsidR="00B659E0" w:rsidRPr="00211BA1" w:rsidRDefault="00B659E0" w:rsidP="00B659E0">
      <w:pPr>
        <w:pStyle w:val="Titolo11"/>
        <w:spacing w:before="122"/>
        <w:ind w:left="156" w:right="113"/>
        <w:jc w:val="center"/>
        <w:rPr>
          <w:rFonts w:ascii="Times New Roman" w:hAnsi="Times New Roman" w:cs="Times New Roman"/>
        </w:rPr>
      </w:pPr>
      <w:r w:rsidRPr="00211BA1">
        <w:rPr>
          <w:rFonts w:ascii="Times New Roman" w:hAnsi="Times New Roman" w:cs="Times New Roman"/>
        </w:rPr>
        <w:t>CHIEDE</w:t>
      </w:r>
    </w:p>
    <w:p w14:paraId="26D277CE" w14:textId="629F19EE" w:rsidR="00B659E0" w:rsidRPr="00211BA1" w:rsidRDefault="00B659E0" w:rsidP="00B659E0">
      <w:pPr>
        <w:spacing w:before="122" w:line="360" w:lineRule="auto"/>
        <w:ind w:left="435" w:right="385"/>
        <w:rPr>
          <w:szCs w:val="24"/>
        </w:rPr>
      </w:pPr>
      <w:r w:rsidRPr="00211BA1">
        <w:rPr>
          <w:szCs w:val="24"/>
        </w:rPr>
        <w:t xml:space="preserve">di essere </w:t>
      </w:r>
      <w:proofErr w:type="spellStart"/>
      <w:r w:rsidRPr="00211BA1">
        <w:rPr>
          <w:szCs w:val="24"/>
        </w:rPr>
        <w:t>ammess</w:t>
      </w:r>
      <w:proofErr w:type="spellEnd"/>
      <w:r w:rsidRPr="00211BA1">
        <w:rPr>
          <w:szCs w:val="24"/>
        </w:rPr>
        <w:t xml:space="preserve">_ a partecipare al </w:t>
      </w:r>
      <w:r w:rsidRPr="00211BA1">
        <w:rPr>
          <w:b/>
          <w:szCs w:val="24"/>
        </w:rPr>
        <w:t>Concorso Pubblico, per soli esami,</w:t>
      </w:r>
      <w:r w:rsidR="002F2E39">
        <w:rPr>
          <w:b/>
          <w:szCs w:val="24"/>
        </w:rPr>
        <w:t xml:space="preserve"> con riserva</w:t>
      </w:r>
      <w:r w:rsidRPr="00211BA1">
        <w:rPr>
          <w:b/>
          <w:szCs w:val="24"/>
        </w:rPr>
        <w:t xml:space="preserve"> per la copertura di </w:t>
      </w:r>
      <w:r w:rsidR="006413DD" w:rsidRPr="00211BA1">
        <w:rPr>
          <w:b/>
          <w:szCs w:val="24"/>
        </w:rPr>
        <w:t>un</w:t>
      </w:r>
      <w:r w:rsidRPr="00211BA1">
        <w:rPr>
          <w:b/>
          <w:szCs w:val="24"/>
        </w:rPr>
        <w:t xml:space="preserve"> post</w:t>
      </w:r>
      <w:r w:rsidR="006413DD" w:rsidRPr="00211BA1">
        <w:rPr>
          <w:b/>
          <w:szCs w:val="24"/>
        </w:rPr>
        <w:t>o</w:t>
      </w:r>
      <w:r w:rsidRPr="00211BA1">
        <w:rPr>
          <w:b/>
          <w:szCs w:val="24"/>
        </w:rPr>
        <w:t xml:space="preserve"> di Istruttore </w:t>
      </w:r>
      <w:r w:rsidR="004F2D02">
        <w:rPr>
          <w:b/>
          <w:szCs w:val="24"/>
        </w:rPr>
        <w:t>Tecnico</w:t>
      </w:r>
      <w:r w:rsidRPr="00211BA1">
        <w:rPr>
          <w:b/>
          <w:szCs w:val="24"/>
        </w:rPr>
        <w:t xml:space="preserve"> di categoria </w:t>
      </w:r>
      <w:r w:rsidR="00D308AB">
        <w:rPr>
          <w:b/>
          <w:szCs w:val="24"/>
        </w:rPr>
        <w:t>C</w:t>
      </w:r>
      <w:r w:rsidRPr="00211BA1">
        <w:rPr>
          <w:b/>
          <w:szCs w:val="24"/>
        </w:rPr>
        <w:t xml:space="preserve"> – Posizione economica </w:t>
      </w:r>
      <w:r w:rsidR="00D308AB">
        <w:rPr>
          <w:b/>
          <w:szCs w:val="24"/>
        </w:rPr>
        <w:t>C</w:t>
      </w:r>
      <w:r w:rsidRPr="00211BA1">
        <w:rPr>
          <w:b/>
          <w:szCs w:val="24"/>
        </w:rPr>
        <w:t xml:space="preserve">1, </w:t>
      </w:r>
      <w:r w:rsidRPr="00211BA1">
        <w:rPr>
          <w:szCs w:val="24"/>
        </w:rPr>
        <w:t>a tempo pieno e indeterminato</w:t>
      </w:r>
    </w:p>
    <w:p w14:paraId="734ADDCB" w14:textId="77777777" w:rsidR="00B659E0" w:rsidRPr="00211BA1" w:rsidRDefault="00B659E0" w:rsidP="00B659E0">
      <w:pPr>
        <w:pStyle w:val="Corpotesto"/>
        <w:rPr>
          <w:sz w:val="30"/>
        </w:rPr>
      </w:pPr>
    </w:p>
    <w:p w14:paraId="1A2BAB49" w14:textId="2F64AEAA" w:rsidR="00B659E0" w:rsidRDefault="00B659E0" w:rsidP="00306A28">
      <w:pPr>
        <w:pStyle w:val="Corpotesto"/>
        <w:spacing w:before="1" w:line="357" w:lineRule="auto"/>
        <w:ind w:left="435" w:right="-1"/>
      </w:pPr>
      <w:r w:rsidRPr="00211BA1">
        <w:t xml:space="preserve">Chiede che le comunicazioni relative al Concorso le/gli vengano dirette al seguente indirizzo: </w:t>
      </w:r>
      <w:proofErr w:type="spellStart"/>
      <w:r w:rsidRPr="00211BA1">
        <w:t>Via</w:t>
      </w:r>
      <w:r w:rsidR="00306A28" w:rsidRPr="00306A28">
        <w:t>__________________________</w:t>
      </w:r>
      <w:r>
        <w:t>n</w:t>
      </w:r>
      <w:proofErr w:type="spellEnd"/>
      <w:r>
        <w:t>.</w:t>
      </w:r>
      <w:r>
        <w:rPr>
          <w:spacing w:val="19"/>
        </w:rPr>
        <w:t xml:space="preserve"> </w:t>
      </w:r>
      <w:r w:rsidR="00306A28" w:rsidRPr="00306A28">
        <w:rPr>
          <w:w w:val="99"/>
        </w:rPr>
        <w:t>_____</w:t>
      </w:r>
      <w:r w:rsidR="00306A28" w:rsidRPr="00306A28">
        <w:t xml:space="preserve"> Località</w:t>
      </w:r>
      <w:r w:rsidR="00306A28">
        <w:t xml:space="preserve"> ______________________________</w:t>
      </w:r>
      <w:r w:rsidR="00306A28">
        <w:rPr>
          <w:u w:val="single"/>
        </w:rPr>
        <w:t xml:space="preserve"> </w:t>
      </w:r>
    </w:p>
    <w:p w14:paraId="1856D0C9" w14:textId="77777777" w:rsidR="009F1FA0" w:rsidRDefault="00B659E0" w:rsidP="00B659E0">
      <w:pPr>
        <w:pStyle w:val="Corpotesto"/>
        <w:tabs>
          <w:tab w:val="left" w:pos="2233"/>
          <w:tab w:val="left" w:pos="4354"/>
          <w:tab w:val="left" w:pos="8886"/>
          <w:tab w:val="left" w:pos="8963"/>
          <w:tab w:val="left" w:pos="9291"/>
        </w:tabs>
        <w:spacing w:before="2" w:line="360" w:lineRule="auto"/>
        <w:ind w:left="435" w:right="1025"/>
        <w:rPr>
          <w:u w:val="single"/>
        </w:rPr>
      </w:pPr>
      <w:r>
        <w:t>C.A.P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(provincia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Telefono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Cellulare</w:t>
      </w:r>
      <w:r>
        <w:rPr>
          <w:spacing w:val="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5946A83" w14:textId="77B8352F" w:rsidR="009F1FA0" w:rsidRDefault="00B659E0" w:rsidP="00B659E0">
      <w:pPr>
        <w:pStyle w:val="Corpotesto"/>
        <w:tabs>
          <w:tab w:val="left" w:pos="2233"/>
          <w:tab w:val="left" w:pos="4354"/>
          <w:tab w:val="left" w:pos="8886"/>
          <w:tab w:val="left" w:pos="8963"/>
          <w:tab w:val="left" w:pos="9291"/>
        </w:tabs>
        <w:spacing w:before="2" w:line="360" w:lineRule="auto"/>
        <w:ind w:left="435" w:right="1025"/>
      </w:pPr>
      <w:r>
        <w:t>indirizzo</w:t>
      </w:r>
      <w:r>
        <w:rPr>
          <w:spacing w:val="-7"/>
        </w:rPr>
        <w:t xml:space="preserve"> </w:t>
      </w:r>
      <w:r>
        <w:t>e-mail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11BA1" w:rsidRPr="0083026C">
        <w:t>___</w:t>
      </w:r>
      <w:r>
        <w:t xml:space="preserve"> </w:t>
      </w:r>
    </w:p>
    <w:p w14:paraId="39C705F9" w14:textId="77777777" w:rsidR="00B659E0" w:rsidRDefault="00B659E0" w:rsidP="00B659E0">
      <w:pPr>
        <w:pStyle w:val="Corpotesto"/>
        <w:tabs>
          <w:tab w:val="left" w:pos="2233"/>
          <w:tab w:val="left" w:pos="4354"/>
          <w:tab w:val="left" w:pos="8886"/>
          <w:tab w:val="left" w:pos="8963"/>
          <w:tab w:val="left" w:pos="9291"/>
        </w:tabs>
        <w:spacing w:before="2" w:line="360" w:lineRule="auto"/>
        <w:ind w:left="435" w:right="1025"/>
      </w:pPr>
      <w:r>
        <w:t>indirizzo</w:t>
      </w:r>
      <w:r>
        <w:rPr>
          <w:spacing w:val="-11"/>
        </w:rPr>
        <w:t xml:space="preserve"> </w:t>
      </w:r>
      <w:r>
        <w:t>PEC</w:t>
      </w:r>
      <w:r>
        <w:rPr>
          <w:spacing w:val="2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11BA1" w:rsidRPr="0083026C">
        <w:t>_</w:t>
      </w:r>
      <w:r>
        <w:rPr>
          <w:u w:val="single"/>
        </w:rPr>
        <w:tab/>
      </w:r>
    </w:p>
    <w:p w14:paraId="233CE7E4" w14:textId="77777777" w:rsidR="00B659E0" w:rsidRDefault="00B659E0" w:rsidP="00B659E0">
      <w:pPr>
        <w:pStyle w:val="Corpotesto"/>
        <w:spacing w:before="99" w:line="360" w:lineRule="auto"/>
        <w:ind w:left="435" w:right="385"/>
      </w:pPr>
      <w:r>
        <w:t xml:space="preserve">Inoltre dichiara, sotto la propria responsabilità, ai sensi degli artt. 46 e 47 del D.P.R. n. 445/2000 e </w:t>
      </w:r>
      <w:proofErr w:type="spellStart"/>
      <w:r>
        <w:t>s.m.i.</w:t>
      </w:r>
      <w:proofErr w:type="spellEnd"/>
      <w:r>
        <w:t xml:space="preserve"> e consapevole delle conseguenze previste dall’art. 76 del medesimo D.P.R. in caso di rilascio di dichiarazioni mendaci:</w:t>
      </w:r>
    </w:p>
    <w:p w14:paraId="7298E5C6" w14:textId="77777777" w:rsidR="00B659E0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</w:t>
      </w:r>
      <w:r w:rsidRPr="006413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essere</w:t>
      </w:r>
      <w:r w:rsidR="00047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6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0476E6">
        <w:rPr>
          <w:rFonts w:ascii="Times New Roman" w:hAnsi="Times New Roman" w:cs="Times New Roman"/>
          <w:sz w:val="24"/>
          <w:szCs w:val="24"/>
        </w:rPr>
        <w:t>__ a _____________________________________il _____________________;</w:t>
      </w:r>
    </w:p>
    <w:p w14:paraId="6EB3D5DD" w14:textId="77777777" w:rsidR="009F1FA0" w:rsidRDefault="000476E6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87"/>
        <w:rPr>
          <w:rFonts w:ascii="Times New Roman" w:hAnsi="Times New Roman" w:cs="Times New Roman"/>
          <w:sz w:val="24"/>
          <w:szCs w:val="24"/>
        </w:rPr>
      </w:pPr>
      <w:r w:rsidRPr="009F1FA0">
        <w:rPr>
          <w:rFonts w:ascii="Times New Roman" w:hAnsi="Times New Roman" w:cs="Times New Roman"/>
          <w:sz w:val="24"/>
          <w:szCs w:val="24"/>
        </w:rPr>
        <w:t>Codice Fiscale _____________________________________________________________;</w:t>
      </w:r>
    </w:p>
    <w:p w14:paraId="04205FB9" w14:textId="77777777" w:rsidR="00B659E0" w:rsidRPr="009F1FA0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87"/>
        <w:rPr>
          <w:rFonts w:ascii="Times New Roman" w:hAnsi="Times New Roman" w:cs="Times New Roman"/>
          <w:sz w:val="24"/>
          <w:szCs w:val="24"/>
        </w:rPr>
      </w:pPr>
      <w:r w:rsidRPr="009F1FA0">
        <w:rPr>
          <w:rFonts w:ascii="Times New Roman" w:hAnsi="Times New Roman" w:cs="Times New Roman"/>
          <w:sz w:val="24"/>
          <w:szCs w:val="24"/>
        </w:rPr>
        <w:t>di</w:t>
      </w:r>
      <w:r w:rsidRPr="009F1FA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F1FA0">
        <w:rPr>
          <w:rFonts w:ascii="Times New Roman" w:hAnsi="Times New Roman" w:cs="Times New Roman"/>
          <w:sz w:val="24"/>
          <w:szCs w:val="24"/>
        </w:rPr>
        <w:t>essere:</w:t>
      </w:r>
    </w:p>
    <w:p w14:paraId="6904E6FD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695"/>
        </w:tabs>
        <w:spacing w:before="121"/>
        <w:ind w:left="69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cittadino/a</w:t>
      </w:r>
      <w:r w:rsidRPr="006413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italiano/a;</w:t>
      </w:r>
    </w:p>
    <w:p w14:paraId="7C1E6D3F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695"/>
        </w:tabs>
        <w:spacing w:before="120"/>
        <w:ind w:left="69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cittadino/a di uno Stato dell’Unione Europea</w:t>
      </w:r>
      <w:r w:rsidR="00211BA1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6413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………………………</w:t>
      </w:r>
      <w:r w:rsidR="00211BA1">
        <w:rPr>
          <w:rFonts w:ascii="Times New Roman" w:hAnsi="Times New Roman" w:cs="Times New Roman"/>
          <w:sz w:val="24"/>
          <w:szCs w:val="24"/>
        </w:rPr>
        <w:t>……………………………………………...</w:t>
      </w:r>
      <w:r w:rsidRPr="006413DD">
        <w:rPr>
          <w:rFonts w:ascii="Times New Roman" w:hAnsi="Times New Roman" w:cs="Times New Roman"/>
          <w:sz w:val="24"/>
          <w:szCs w:val="24"/>
        </w:rPr>
        <w:t>……….………………….</w:t>
      </w:r>
    </w:p>
    <w:p w14:paraId="3651F4F6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695"/>
        </w:tabs>
        <w:spacing w:before="121" w:line="360" w:lineRule="auto"/>
        <w:ind w:right="384" w:hanging="28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familiare di cittadino/a di uno degli Stati membri dell’Unione Europea non avente la cittadinanza di uno Stato membro, con titolarità del diritto di soggiorno o del diritto di soggiorno</w:t>
      </w:r>
      <w:r w:rsidRPr="006413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permanente;</w:t>
      </w:r>
    </w:p>
    <w:p w14:paraId="012F4A94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692"/>
        </w:tabs>
        <w:spacing w:before="1" w:line="360" w:lineRule="auto"/>
        <w:ind w:right="384" w:hanging="28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cittadino/a di Paesi terzi (extracomunitari) titolare del permesso di soggiorno UE per soggiornanti di lungo periodo o titolare dello status di rifugiato o dello status di protezione sussidiaria ed in quanto tale di godere dei diritti civili e politici nello stato di </w:t>
      </w:r>
      <w:r w:rsidRPr="006413DD">
        <w:rPr>
          <w:rFonts w:ascii="Times New Roman" w:hAnsi="Times New Roman" w:cs="Times New Roman"/>
          <w:sz w:val="24"/>
          <w:szCs w:val="24"/>
        </w:rPr>
        <w:lastRenderedPageBreak/>
        <w:t>appartenenza o provenienza e di avere adeguata conoscenza della lingua</w:t>
      </w:r>
      <w:r w:rsidRPr="006413D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italiana;</w:t>
      </w:r>
    </w:p>
    <w:p w14:paraId="0E4CAEA4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di:</w:t>
      </w:r>
    </w:p>
    <w:p w14:paraId="2ED476C3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769"/>
          <w:tab w:val="left" w:pos="2415"/>
          <w:tab w:val="left" w:leader="dot" w:pos="9840"/>
        </w:tabs>
        <w:spacing w:before="122"/>
        <w:ind w:left="768" w:hanging="257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essere</w:t>
      </w:r>
      <w:r w:rsidRPr="006413DD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proofErr w:type="spellStart"/>
      <w:r w:rsidRPr="006413DD">
        <w:rPr>
          <w:rFonts w:ascii="Times New Roman" w:hAnsi="Times New Roman" w:cs="Times New Roman"/>
          <w:sz w:val="24"/>
          <w:szCs w:val="24"/>
        </w:rPr>
        <w:t>iscritt</w:t>
      </w:r>
      <w:proofErr w:type="spellEnd"/>
      <w:r w:rsidRPr="006413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13DD">
        <w:rPr>
          <w:rFonts w:ascii="Times New Roman" w:hAnsi="Times New Roman" w:cs="Times New Roman"/>
          <w:sz w:val="24"/>
          <w:szCs w:val="24"/>
        </w:rPr>
        <w:t>nelle  liste  elettorali  del</w:t>
      </w:r>
      <w:r w:rsidRPr="006413D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Comune</w:t>
      </w:r>
      <w:r w:rsidRPr="006413DD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di</w:t>
      </w:r>
      <w:r w:rsidRPr="006413DD">
        <w:rPr>
          <w:rFonts w:ascii="Times New Roman" w:hAnsi="Times New Roman" w:cs="Times New Roman"/>
          <w:sz w:val="24"/>
          <w:szCs w:val="24"/>
        </w:rPr>
        <w:tab/>
        <w:t>;</w:t>
      </w:r>
    </w:p>
    <w:p w14:paraId="27DCEA20" w14:textId="77777777" w:rsidR="00B659E0" w:rsidRPr="006413DD" w:rsidRDefault="00B659E0" w:rsidP="00D246BD">
      <w:pPr>
        <w:pStyle w:val="Paragrafoelenco"/>
        <w:numPr>
          <w:ilvl w:val="1"/>
          <w:numId w:val="7"/>
        </w:numPr>
        <w:tabs>
          <w:tab w:val="left" w:pos="750"/>
          <w:tab w:val="left" w:pos="2874"/>
          <w:tab w:val="left" w:pos="4933"/>
          <w:tab w:val="left" w:pos="6193"/>
        </w:tabs>
        <w:spacing w:before="121"/>
        <w:ind w:left="749" w:hanging="238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non</w:t>
      </w:r>
      <w:r w:rsidRPr="006413DD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essere</w:t>
      </w:r>
      <w:r w:rsidRPr="006413DD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Pr="006413DD">
        <w:rPr>
          <w:rFonts w:ascii="Times New Roman" w:hAnsi="Times New Roman" w:cs="Times New Roman"/>
          <w:sz w:val="24"/>
          <w:szCs w:val="24"/>
        </w:rPr>
        <w:t>iscritt</w:t>
      </w:r>
      <w:proofErr w:type="spellEnd"/>
      <w:r w:rsidRPr="006413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13DD">
        <w:rPr>
          <w:rFonts w:ascii="Times New Roman" w:hAnsi="Times New Roman" w:cs="Times New Roman"/>
          <w:sz w:val="24"/>
          <w:szCs w:val="24"/>
        </w:rPr>
        <w:t>o  di</w:t>
      </w:r>
      <w:r w:rsidRPr="006413D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essere</w:t>
      </w:r>
      <w:r w:rsidRPr="006413D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6413DD">
        <w:rPr>
          <w:rFonts w:ascii="Times New Roman" w:hAnsi="Times New Roman" w:cs="Times New Roman"/>
          <w:sz w:val="24"/>
          <w:szCs w:val="24"/>
        </w:rPr>
        <w:t>stat</w:t>
      </w:r>
      <w:proofErr w:type="spellEnd"/>
      <w:r w:rsidRPr="006413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Pr="006413DD">
        <w:rPr>
          <w:rFonts w:ascii="Times New Roman" w:hAnsi="Times New Roman" w:cs="Times New Roman"/>
          <w:sz w:val="24"/>
          <w:szCs w:val="24"/>
        </w:rPr>
        <w:t>cancellat</w:t>
      </w:r>
      <w:proofErr w:type="spellEnd"/>
      <w:r w:rsidRPr="006413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13DD">
        <w:rPr>
          <w:rFonts w:ascii="Times New Roman" w:hAnsi="Times New Roman" w:cs="Times New Roman"/>
          <w:sz w:val="24"/>
          <w:szCs w:val="24"/>
        </w:rPr>
        <w:t>dalle liste elettorali del Comune</w:t>
      </w:r>
      <w:r w:rsidRPr="006413DD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di</w:t>
      </w:r>
    </w:p>
    <w:p w14:paraId="610E9032" w14:textId="77777777" w:rsidR="00B659E0" w:rsidRPr="006413DD" w:rsidRDefault="00B659E0" w:rsidP="00B659E0">
      <w:pPr>
        <w:pStyle w:val="Corpotesto"/>
        <w:spacing w:before="122"/>
        <w:ind w:left="512"/>
      </w:pPr>
      <w:r w:rsidRPr="006413DD">
        <w:t>……………...………</w:t>
      </w:r>
      <w:r w:rsidR="009F1FA0">
        <w:t>……………..</w:t>
      </w:r>
      <w:r w:rsidRPr="006413DD">
        <w:t>……….... per il seguente motivo:</w:t>
      </w:r>
    </w:p>
    <w:p w14:paraId="06BECA10" w14:textId="77777777" w:rsidR="00B659E0" w:rsidRPr="006413DD" w:rsidRDefault="00B659E0" w:rsidP="00B659E0">
      <w:pPr>
        <w:pStyle w:val="Corpotesto"/>
        <w:spacing w:before="119"/>
        <w:ind w:left="581"/>
      </w:pPr>
      <w:r w:rsidRPr="006413DD">
        <w:t>............………………………………….........…….....................................................................</w:t>
      </w:r>
    </w:p>
    <w:p w14:paraId="605A7538" w14:textId="77777777" w:rsidR="00B659E0" w:rsidRPr="006413DD" w:rsidRDefault="00B659E0" w:rsidP="00D246BD">
      <w:pPr>
        <w:pStyle w:val="Paragrafoelenco"/>
        <w:numPr>
          <w:ilvl w:val="0"/>
          <w:numId w:val="26"/>
        </w:numPr>
        <w:tabs>
          <w:tab w:val="left" w:pos="513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 avere il godimento dei diritti civili e</w:t>
      </w:r>
      <w:r w:rsidRPr="006413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politici;</w:t>
      </w:r>
    </w:p>
    <w:p w14:paraId="094FC209" w14:textId="77777777" w:rsidR="00B659E0" w:rsidRPr="000476E6" w:rsidRDefault="00B659E0" w:rsidP="00D246BD">
      <w:pPr>
        <w:pStyle w:val="Paragrafoelenco"/>
        <w:numPr>
          <w:ilvl w:val="0"/>
          <w:numId w:val="25"/>
        </w:numPr>
        <w:tabs>
          <w:tab w:val="left" w:pos="513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0476E6">
        <w:rPr>
          <w:rFonts w:ascii="Times New Roman" w:hAnsi="Times New Roman" w:cs="Times New Roman"/>
          <w:sz w:val="24"/>
          <w:szCs w:val="24"/>
        </w:rPr>
        <w:t>di essere fisicamente idoneo alle mansioni richieste per il posto messo a</w:t>
      </w:r>
      <w:r w:rsidRPr="000476E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0476E6">
        <w:rPr>
          <w:rFonts w:ascii="Times New Roman" w:hAnsi="Times New Roman" w:cs="Times New Roman"/>
          <w:sz w:val="24"/>
          <w:szCs w:val="24"/>
        </w:rPr>
        <w:t>Concorso;</w:t>
      </w:r>
    </w:p>
    <w:p w14:paraId="53D37AD5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3"/>
          <w:tab w:val="left" w:pos="709"/>
          <w:tab w:val="left" w:pos="4414"/>
          <w:tab w:val="left" w:pos="5247"/>
          <w:tab w:val="left" w:pos="6795"/>
          <w:tab w:val="left" w:pos="7558"/>
          <w:tab w:val="left" w:pos="8739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</w:t>
      </w:r>
      <w:r w:rsidR="000476E6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avere</w:t>
      </w:r>
      <w:r w:rsidR="000476E6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(solo</w:t>
      </w:r>
      <w:r w:rsidR="000476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per</w:t>
      </w:r>
      <w:r w:rsidR="000476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gli</w:t>
      </w:r>
      <w:r w:rsidR="000476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aspiranti</w:t>
      </w:r>
      <w:r w:rsidR="000476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di</w:t>
      </w:r>
      <w:r w:rsidR="000476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sesso</w:t>
      </w:r>
      <w:r w:rsidR="00211B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maschile)</w:t>
      </w:r>
      <w:r w:rsidRPr="006413DD">
        <w:rPr>
          <w:rFonts w:ascii="Times New Roman" w:hAnsi="Times New Roman" w:cs="Times New Roman"/>
          <w:sz w:val="24"/>
          <w:szCs w:val="24"/>
        </w:rPr>
        <w:t>:</w:t>
      </w:r>
    </w:p>
    <w:p w14:paraId="731C139E" w14:textId="77777777" w:rsidR="00B659E0" w:rsidRPr="006413DD" w:rsidRDefault="00B659E0" w:rsidP="00211BA1">
      <w:pPr>
        <w:pStyle w:val="Paragrafoelenco"/>
        <w:numPr>
          <w:ilvl w:val="1"/>
          <w:numId w:val="27"/>
        </w:numPr>
        <w:tabs>
          <w:tab w:val="left" w:pos="898"/>
          <w:tab w:val="left" w:pos="899"/>
          <w:tab w:val="left" w:pos="2307"/>
          <w:tab w:val="left" w:pos="3003"/>
          <w:tab w:val="left" w:pos="4133"/>
          <w:tab w:val="left" w:pos="5172"/>
          <w:tab w:val="left" w:pos="5633"/>
          <w:tab w:val="left" w:pos="6156"/>
          <w:tab w:val="left" w:pos="7265"/>
          <w:tab w:val="left" w:pos="7791"/>
          <w:tab w:val="left" w:pos="8971"/>
        </w:tabs>
        <w:spacing w:before="121"/>
        <w:ind w:left="898" w:hanging="46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adempiuto</w:t>
      </w:r>
      <w:r w:rsidR="00211BA1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agli</w:t>
      </w:r>
      <w:r w:rsidR="00211BA1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obblighi</w:t>
      </w:r>
      <w:r w:rsidR="00211BA1">
        <w:rPr>
          <w:rFonts w:ascii="Times New Roman" w:hAnsi="Times New Roman" w:cs="Times New Roman"/>
          <w:sz w:val="24"/>
          <w:szCs w:val="24"/>
        </w:rPr>
        <w:t xml:space="preserve"> militari</w:t>
      </w:r>
      <w:r w:rsidR="00211BA1">
        <w:rPr>
          <w:rFonts w:ascii="Times New Roman" w:hAnsi="Times New Roman" w:cs="Times New Roman"/>
          <w:sz w:val="24"/>
          <w:szCs w:val="24"/>
        </w:rPr>
        <w:tab/>
        <w:t xml:space="preserve">e </w:t>
      </w:r>
      <w:r w:rsidRPr="006413DD">
        <w:rPr>
          <w:rFonts w:ascii="Times New Roman" w:hAnsi="Times New Roman" w:cs="Times New Roman"/>
          <w:sz w:val="24"/>
          <w:szCs w:val="24"/>
        </w:rPr>
        <w:t>di</w:t>
      </w:r>
      <w:r w:rsidR="00211BA1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trovarsi</w:t>
      </w:r>
      <w:r w:rsidR="00211BA1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in</w:t>
      </w:r>
      <w:r w:rsidRPr="006413DD">
        <w:rPr>
          <w:rFonts w:ascii="Times New Roman" w:hAnsi="Times New Roman" w:cs="Times New Roman"/>
          <w:sz w:val="24"/>
          <w:szCs w:val="24"/>
        </w:rPr>
        <w:tab/>
        <w:t>congedo</w:t>
      </w:r>
      <w:r w:rsidR="00211BA1">
        <w:rPr>
          <w:rFonts w:ascii="Times New Roman" w:hAnsi="Times New Roman" w:cs="Times New Roman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illimitato;</w:t>
      </w:r>
    </w:p>
    <w:p w14:paraId="1729973A" w14:textId="77777777" w:rsidR="00B659E0" w:rsidRPr="006413DD" w:rsidRDefault="00B659E0" w:rsidP="00D246BD">
      <w:pPr>
        <w:pStyle w:val="Paragrafoelenco"/>
        <w:numPr>
          <w:ilvl w:val="1"/>
          <w:numId w:val="27"/>
        </w:numPr>
        <w:tabs>
          <w:tab w:val="left" w:pos="905"/>
          <w:tab w:val="left" w:pos="906"/>
        </w:tabs>
        <w:spacing w:before="122"/>
        <w:ind w:left="905" w:hanging="471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adempiuto agli obblighi di leva e di essere stato</w:t>
      </w:r>
      <w:r w:rsidRPr="006413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dichiarato:</w:t>
      </w:r>
    </w:p>
    <w:p w14:paraId="319B453E" w14:textId="77777777" w:rsidR="00B659E0" w:rsidRPr="006413DD" w:rsidRDefault="00B659E0" w:rsidP="00D246BD">
      <w:pPr>
        <w:pStyle w:val="Paragrafoelenco"/>
        <w:numPr>
          <w:ilvl w:val="2"/>
          <w:numId w:val="27"/>
        </w:numPr>
        <w:tabs>
          <w:tab w:val="left" w:pos="861"/>
        </w:tabs>
        <w:spacing w:before="122"/>
        <w:ind w:hanging="285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□</w:t>
      </w:r>
      <w:r w:rsidRPr="006413DD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rivedibile;</w:t>
      </w:r>
    </w:p>
    <w:p w14:paraId="2CBC25B4" w14:textId="77777777" w:rsidR="00B659E0" w:rsidRPr="006413DD" w:rsidRDefault="00B659E0" w:rsidP="00D246BD">
      <w:pPr>
        <w:pStyle w:val="Paragrafoelenco"/>
        <w:numPr>
          <w:ilvl w:val="2"/>
          <w:numId w:val="27"/>
        </w:numPr>
        <w:tabs>
          <w:tab w:val="left" w:pos="861"/>
        </w:tabs>
        <w:spacing w:before="122"/>
        <w:ind w:hanging="285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□</w:t>
      </w:r>
      <w:r w:rsidRPr="006413DD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riformato;</w:t>
      </w:r>
    </w:p>
    <w:p w14:paraId="48FF3D7C" w14:textId="77777777" w:rsidR="00B659E0" w:rsidRPr="006413DD" w:rsidRDefault="00B659E0" w:rsidP="00D246BD">
      <w:pPr>
        <w:pStyle w:val="Paragrafoelenco"/>
        <w:numPr>
          <w:ilvl w:val="2"/>
          <w:numId w:val="27"/>
        </w:numPr>
        <w:tabs>
          <w:tab w:val="left" w:pos="861"/>
        </w:tabs>
        <w:spacing w:before="121"/>
        <w:ind w:hanging="285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□ idoneo a servizi</w:t>
      </w:r>
      <w:r w:rsidRPr="006413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sedentari;</w:t>
      </w:r>
    </w:p>
    <w:p w14:paraId="02E6A8C0" w14:textId="77777777" w:rsidR="00B659E0" w:rsidRPr="006413DD" w:rsidRDefault="00B659E0" w:rsidP="00D246BD">
      <w:pPr>
        <w:pStyle w:val="Paragrafoelenco"/>
        <w:numPr>
          <w:ilvl w:val="2"/>
          <w:numId w:val="27"/>
        </w:numPr>
        <w:tabs>
          <w:tab w:val="left" w:pos="861"/>
        </w:tabs>
        <w:spacing w:before="122"/>
        <w:ind w:hanging="285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□ essere in attesa della chiamata alle</w:t>
      </w:r>
      <w:r w:rsidRPr="006413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armi;</w:t>
      </w:r>
    </w:p>
    <w:p w14:paraId="65E47409" w14:textId="77777777" w:rsidR="00B659E0" w:rsidRPr="006413DD" w:rsidRDefault="00B659E0" w:rsidP="00D246BD">
      <w:pPr>
        <w:pStyle w:val="Paragrafoelenco"/>
        <w:numPr>
          <w:ilvl w:val="2"/>
          <w:numId w:val="27"/>
        </w:numPr>
        <w:tabs>
          <w:tab w:val="left" w:pos="861"/>
        </w:tabs>
        <w:spacing w:before="122"/>
        <w:ind w:hanging="285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□ di non essere soggetto agli obblighi militari (Legge 23/8/2004 n.</w:t>
      </w:r>
      <w:r w:rsidRPr="006413D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226);</w:t>
      </w:r>
    </w:p>
    <w:p w14:paraId="08447682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21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di:</w:t>
      </w:r>
    </w:p>
    <w:p w14:paraId="45831FA9" w14:textId="77777777" w:rsidR="00B659E0" w:rsidRPr="006413DD" w:rsidRDefault="00B659E0" w:rsidP="00211BA1">
      <w:pPr>
        <w:pStyle w:val="Paragrafoelenco"/>
        <w:numPr>
          <w:ilvl w:val="1"/>
          <w:numId w:val="27"/>
        </w:numPr>
        <w:spacing w:before="120" w:line="360" w:lineRule="auto"/>
        <w:ind w:left="435" w:right="-1" w:firstLine="0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non avere subito condanne penali e non avere a proprio carico procedimenti penali in corso;</w:t>
      </w:r>
    </w:p>
    <w:p w14:paraId="52626658" w14:textId="77777777" w:rsidR="00B659E0" w:rsidRPr="006413DD" w:rsidRDefault="00211BA1" w:rsidP="00D246BD">
      <w:pPr>
        <w:pStyle w:val="Paragrafoelenco"/>
        <w:numPr>
          <w:ilvl w:val="1"/>
          <w:numId w:val="27"/>
        </w:numPr>
        <w:tabs>
          <w:tab w:val="left" w:pos="625"/>
        </w:tabs>
        <w:ind w:left="624" w:hanging="19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9E0" w:rsidRPr="006413DD">
        <w:rPr>
          <w:rFonts w:ascii="Times New Roman" w:hAnsi="Times New Roman" w:cs="Times New Roman"/>
          <w:sz w:val="24"/>
          <w:szCs w:val="24"/>
        </w:rPr>
        <w:t>avere subito le seguenti condanne</w:t>
      </w:r>
      <w:r w:rsidR="00B659E0" w:rsidRPr="006413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659E0" w:rsidRPr="006413DD">
        <w:rPr>
          <w:rFonts w:ascii="Times New Roman" w:hAnsi="Times New Roman" w:cs="Times New Roman"/>
          <w:sz w:val="24"/>
          <w:szCs w:val="24"/>
        </w:rPr>
        <w:t>penali:</w:t>
      </w:r>
    </w:p>
    <w:p w14:paraId="23FD108B" w14:textId="77777777" w:rsidR="00B659E0" w:rsidRPr="006413DD" w:rsidRDefault="00B659E0" w:rsidP="00B659E0">
      <w:pPr>
        <w:pStyle w:val="Corpotesto"/>
        <w:spacing w:before="122"/>
        <w:ind w:left="435"/>
      </w:pPr>
      <w:r w:rsidRPr="006413DD">
        <w:t>........………………………………...............................................................................................</w:t>
      </w:r>
    </w:p>
    <w:p w14:paraId="3E705E6B" w14:textId="77777777" w:rsidR="00B659E0" w:rsidRPr="006413DD" w:rsidRDefault="00B659E0" w:rsidP="00D246BD">
      <w:pPr>
        <w:pStyle w:val="Paragrafoelenco"/>
        <w:numPr>
          <w:ilvl w:val="1"/>
          <w:numId w:val="27"/>
        </w:numPr>
        <w:tabs>
          <w:tab w:val="left" w:pos="625"/>
        </w:tabs>
        <w:spacing w:before="122"/>
        <w:ind w:left="624" w:hanging="190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avere in corso i seguenti</w:t>
      </w:r>
      <w:r w:rsidRPr="006413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provvedimenti:</w:t>
      </w:r>
    </w:p>
    <w:p w14:paraId="77E2F201" w14:textId="77777777" w:rsidR="00B659E0" w:rsidRPr="006413DD" w:rsidRDefault="00B659E0" w:rsidP="00B659E0">
      <w:pPr>
        <w:pStyle w:val="Corpotesto"/>
        <w:spacing w:before="121"/>
        <w:ind w:left="574"/>
      </w:pPr>
      <w:r w:rsidRPr="006413DD">
        <w:t>....………………………….………..............................................................................................</w:t>
      </w:r>
    </w:p>
    <w:p w14:paraId="586B06F9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 non essere stato destituito o dispensato dall'impiego presso Pubbliche</w:t>
      </w:r>
      <w:r w:rsidRPr="006413D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Amministrazioni;</w:t>
      </w:r>
    </w:p>
    <w:p w14:paraId="1CF76CFB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3"/>
        </w:tabs>
        <w:spacing w:before="122" w:line="360" w:lineRule="auto"/>
        <w:ind w:right="384"/>
        <w:rPr>
          <w:rFonts w:ascii="Times New Roman" w:hAnsi="Times New Roman" w:cs="Times New Roman"/>
          <w:i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il possesso eventuale di requisiti che danno diritto a riserve, o precedenze o preferenze nella graduatoria di merito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(la dichiarazione va fatta anche in caso</w:t>
      </w:r>
      <w:r w:rsidRPr="006413DD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b/>
          <w:i/>
          <w:sz w:val="24"/>
          <w:szCs w:val="24"/>
        </w:rPr>
        <w:t>negativo)</w:t>
      </w:r>
      <w:r w:rsidRPr="006413DD">
        <w:rPr>
          <w:rFonts w:ascii="Times New Roman" w:hAnsi="Times New Roman" w:cs="Times New Roman"/>
          <w:i/>
          <w:sz w:val="24"/>
          <w:szCs w:val="24"/>
        </w:rPr>
        <w:t>;</w:t>
      </w:r>
    </w:p>
    <w:p w14:paraId="5B1C8996" w14:textId="77777777" w:rsidR="000476E6" w:rsidRDefault="00B659E0" w:rsidP="00B659E0">
      <w:pPr>
        <w:pStyle w:val="Corpotesto"/>
        <w:ind w:left="152"/>
      </w:pPr>
      <w:r w:rsidRPr="006413DD">
        <w:t>.............................…………………….............………..............………………...</w:t>
      </w:r>
      <w:r w:rsidR="00211BA1">
        <w:t>.........</w:t>
      </w:r>
      <w:r w:rsidRPr="006413DD">
        <w:t>......................</w:t>
      </w:r>
    </w:p>
    <w:p w14:paraId="70D7265E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 essere in possesso del seguente titolo di</w:t>
      </w:r>
      <w:r w:rsidRPr="006413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studio:</w:t>
      </w:r>
    </w:p>
    <w:p w14:paraId="08E7CD0D" w14:textId="1A278F03" w:rsidR="00B659E0" w:rsidRPr="009F1FA0" w:rsidRDefault="00B659E0" w:rsidP="00D246BD">
      <w:pPr>
        <w:pStyle w:val="Paragrafoelenco"/>
        <w:numPr>
          <w:ilvl w:val="0"/>
          <w:numId w:val="6"/>
        </w:numPr>
        <w:tabs>
          <w:tab w:val="left" w:pos="1155"/>
          <w:tab w:val="left" w:pos="1156"/>
        </w:tabs>
        <w:spacing w:before="122" w:line="355" w:lineRule="auto"/>
        <w:ind w:right="647"/>
        <w:jc w:val="left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 </w:t>
      </w:r>
      <w:r w:rsidRPr="009F1FA0">
        <w:rPr>
          <w:rFonts w:ascii="Times New Roman" w:hAnsi="Times New Roman" w:cs="Times New Roman"/>
          <w:sz w:val="24"/>
          <w:szCs w:val="24"/>
        </w:rPr>
        <w:t>rilasciato da ……….........................………… il</w:t>
      </w:r>
      <w:r w:rsidRPr="009F1FA0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9F1FA0">
        <w:rPr>
          <w:rFonts w:ascii="Times New Roman" w:hAnsi="Times New Roman" w:cs="Times New Roman"/>
          <w:sz w:val="24"/>
          <w:szCs w:val="24"/>
        </w:rPr>
        <w:t>……</w:t>
      </w:r>
      <w:r w:rsidR="00697C6D">
        <w:rPr>
          <w:rFonts w:ascii="Times New Roman" w:hAnsi="Times New Roman" w:cs="Times New Roman"/>
          <w:sz w:val="24"/>
          <w:szCs w:val="24"/>
        </w:rPr>
        <w:t>………….</w:t>
      </w:r>
      <w:r w:rsidRPr="009F1FA0">
        <w:rPr>
          <w:rFonts w:ascii="Times New Roman" w:hAnsi="Times New Roman" w:cs="Times New Roman"/>
          <w:sz w:val="24"/>
          <w:szCs w:val="24"/>
        </w:rPr>
        <w:t>…..……………</w:t>
      </w:r>
    </w:p>
    <w:p w14:paraId="3FB22A96" w14:textId="77777777" w:rsidR="00B659E0" w:rsidRPr="009F1FA0" w:rsidRDefault="00B659E0" w:rsidP="00211BA1">
      <w:pPr>
        <w:pStyle w:val="Paragrafoelenco"/>
        <w:numPr>
          <w:ilvl w:val="0"/>
          <w:numId w:val="6"/>
        </w:numPr>
        <w:spacing w:before="5" w:line="357" w:lineRule="auto"/>
        <w:ind w:right="482"/>
        <w:jc w:val="left"/>
        <w:rPr>
          <w:rFonts w:ascii="Times New Roman" w:hAnsi="Times New Roman" w:cs="Times New Roman"/>
          <w:sz w:val="24"/>
          <w:szCs w:val="24"/>
        </w:rPr>
      </w:pPr>
      <w:r w:rsidRPr="009F1FA0">
        <w:rPr>
          <w:rFonts w:ascii="Times New Roman" w:hAnsi="Times New Roman" w:cs="Times New Roman"/>
          <w:sz w:val="24"/>
          <w:szCs w:val="24"/>
        </w:rPr>
        <w:t>………………………………………… rilasciato da</w:t>
      </w:r>
      <w:r w:rsidR="00AF0886" w:rsidRPr="009F1FA0">
        <w:rPr>
          <w:rFonts w:ascii="Times New Roman" w:hAnsi="Times New Roman" w:cs="Times New Roman"/>
          <w:sz w:val="24"/>
          <w:szCs w:val="24"/>
        </w:rPr>
        <w:t xml:space="preserve"> </w:t>
      </w:r>
      <w:r w:rsidRPr="009F1FA0">
        <w:rPr>
          <w:rFonts w:ascii="Times New Roman" w:hAnsi="Times New Roman" w:cs="Times New Roman"/>
          <w:sz w:val="24"/>
          <w:szCs w:val="24"/>
        </w:rPr>
        <w:t>……………………...............</w:t>
      </w:r>
      <w:r w:rsidR="00AF0886" w:rsidRPr="009F1FA0">
        <w:rPr>
          <w:rFonts w:ascii="Times New Roman" w:hAnsi="Times New Roman" w:cs="Times New Roman"/>
          <w:sz w:val="24"/>
          <w:szCs w:val="24"/>
        </w:rPr>
        <w:t xml:space="preserve"> </w:t>
      </w:r>
      <w:r w:rsidRPr="009F1FA0">
        <w:rPr>
          <w:rFonts w:ascii="Times New Roman" w:hAnsi="Times New Roman" w:cs="Times New Roman"/>
          <w:sz w:val="24"/>
          <w:szCs w:val="24"/>
        </w:rPr>
        <w:t xml:space="preserve"> </w:t>
      </w:r>
      <w:r w:rsidR="00AF0886" w:rsidRPr="009F1FA0">
        <w:rPr>
          <w:rFonts w:ascii="Times New Roman" w:hAnsi="Times New Roman" w:cs="Times New Roman"/>
          <w:sz w:val="24"/>
          <w:szCs w:val="24"/>
        </w:rPr>
        <w:t xml:space="preserve">………….…… </w:t>
      </w:r>
      <w:r w:rsidRPr="009F1FA0">
        <w:rPr>
          <w:rFonts w:ascii="Times New Roman" w:hAnsi="Times New Roman" w:cs="Times New Roman"/>
          <w:sz w:val="24"/>
          <w:szCs w:val="24"/>
        </w:rPr>
        <w:t>il</w:t>
      </w:r>
      <w:r w:rsidRPr="009F1FA0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9F1FA0">
        <w:rPr>
          <w:rFonts w:ascii="Times New Roman" w:hAnsi="Times New Roman" w:cs="Times New Roman"/>
          <w:sz w:val="24"/>
          <w:szCs w:val="24"/>
        </w:rPr>
        <w:t>……………………</w:t>
      </w:r>
      <w:r w:rsidR="00AF0886" w:rsidRPr="009F1FA0">
        <w:rPr>
          <w:rFonts w:ascii="Times New Roman" w:hAnsi="Times New Roman" w:cs="Times New Roman"/>
          <w:sz w:val="24"/>
          <w:szCs w:val="24"/>
        </w:rPr>
        <w:t xml:space="preserve"> (equipollente ai sensi del D.M. ……………)</w:t>
      </w:r>
    </w:p>
    <w:p w14:paraId="3118A58B" w14:textId="77777777" w:rsidR="00502602" w:rsidRPr="009F1FA0" w:rsidRDefault="00502602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87" w:line="360" w:lineRule="auto"/>
        <w:ind w:right="387"/>
        <w:rPr>
          <w:rFonts w:ascii="Times New Roman" w:hAnsi="Times New Roman" w:cs="Times New Roman"/>
          <w:sz w:val="24"/>
          <w:szCs w:val="24"/>
        </w:rPr>
      </w:pPr>
      <w:r w:rsidRPr="009F1FA0">
        <w:rPr>
          <w:rFonts w:ascii="Times New Roman" w:hAnsi="Times New Roman" w:cs="Times New Roman"/>
          <w:sz w:val="24"/>
          <w:szCs w:val="24"/>
        </w:rPr>
        <w:t xml:space="preserve">di essere in possesso di patente di guida di categoria “B” in corso di validità e di essere disposto alla guida di automezzi per l’espletamento di mansioni; </w:t>
      </w:r>
    </w:p>
    <w:p w14:paraId="1993924D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87" w:line="360" w:lineRule="auto"/>
        <w:ind w:right="387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i documenti eventualmente allegati sono conformi agli originali ai sensi dell’art. 47 del D.P.R. 28/12/2000 n.</w:t>
      </w:r>
      <w:r w:rsidRPr="006413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445;</w:t>
      </w:r>
    </w:p>
    <w:p w14:paraId="4D604E6B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line="360" w:lineRule="auto"/>
        <w:ind w:right="38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di autorizzare, ai sensi del Reg. UE 2016/679, ad utilizzare i dati personali contenuti </w:t>
      </w:r>
      <w:r w:rsidRPr="006413DD">
        <w:rPr>
          <w:rFonts w:ascii="Times New Roman" w:hAnsi="Times New Roman" w:cs="Times New Roman"/>
          <w:sz w:val="24"/>
          <w:szCs w:val="24"/>
        </w:rPr>
        <w:lastRenderedPageBreak/>
        <w:t>nella presente domanda esclusivamente ai fini della procedura e in caso di assunzione ai fini della costituzione del rapporto di</w:t>
      </w:r>
      <w:r w:rsidRPr="006413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lavoro;</w:t>
      </w:r>
    </w:p>
    <w:p w14:paraId="02AD2C6D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di accettare in modo incondizionato tutte le norme previste dal</w:t>
      </w:r>
      <w:r w:rsidRPr="006413D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bando;</w:t>
      </w:r>
    </w:p>
    <w:p w14:paraId="488E0500" w14:textId="77777777" w:rsidR="00B659E0" w:rsidRPr="006413DD" w:rsidRDefault="00B659E0" w:rsidP="00D246BD">
      <w:pPr>
        <w:pStyle w:val="Paragrafoelenco"/>
        <w:numPr>
          <w:ilvl w:val="0"/>
          <w:numId w:val="25"/>
        </w:numPr>
        <w:tabs>
          <w:tab w:val="left" w:pos="512"/>
        </w:tabs>
        <w:spacing w:before="120" w:line="360" w:lineRule="auto"/>
        <w:ind w:right="386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di autorizzare la pubblicazione del proprio nominativo sul sito Internet del Comune di </w:t>
      </w:r>
      <w:r w:rsidR="004C21D1">
        <w:rPr>
          <w:rFonts w:ascii="Times New Roman" w:hAnsi="Times New Roman" w:cs="Times New Roman"/>
          <w:sz w:val="24"/>
          <w:szCs w:val="24"/>
        </w:rPr>
        <w:t>Broni</w:t>
      </w:r>
      <w:r w:rsidRPr="006413DD">
        <w:rPr>
          <w:rFonts w:ascii="Times New Roman" w:hAnsi="Times New Roman" w:cs="Times New Roman"/>
          <w:sz w:val="24"/>
          <w:szCs w:val="24"/>
        </w:rPr>
        <w:t xml:space="preserve"> per comunicazioni inerenti il presente</w:t>
      </w:r>
      <w:r w:rsidRPr="006413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concorso;</w:t>
      </w:r>
    </w:p>
    <w:p w14:paraId="0B629BB6" w14:textId="77777777" w:rsidR="00B659E0" w:rsidRPr="006605C4" w:rsidRDefault="004C21D1" w:rsidP="00D246BD">
      <w:pPr>
        <w:pStyle w:val="Paragrafoelenco"/>
        <w:numPr>
          <w:ilvl w:val="0"/>
          <w:numId w:val="25"/>
        </w:numPr>
        <w:tabs>
          <w:tab w:val="left" w:pos="513"/>
        </w:tabs>
        <w:spacing w:line="360" w:lineRule="auto"/>
        <w:ind w:right="382"/>
        <w:rPr>
          <w:rFonts w:ascii="Times New Roman" w:hAnsi="Times New Roman" w:cs="Times New Roman"/>
          <w:sz w:val="24"/>
          <w:szCs w:val="24"/>
        </w:rPr>
      </w:pPr>
      <w:r w:rsidRPr="006605C4">
        <w:rPr>
          <w:rFonts w:ascii="Times New Roman" w:hAnsi="Times New Roman" w:cs="Times New Roman"/>
          <w:sz w:val="24"/>
          <w:szCs w:val="24"/>
        </w:rPr>
        <w:t>d</w:t>
      </w:r>
      <w:r w:rsidR="00B659E0" w:rsidRPr="006605C4">
        <w:rPr>
          <w:rFonts w:ascii="Times New Roman" w:hAnsi="Times New Roman" w:cs="Times New Roman"/>
          <w:sz w:val="24"/>
          <w:szCs w:val="24"/>
        </w:rPr>
        <w:t>i essere esonerato dal sostenere la prova preselettiva in quanto invalido con percentuale pari o superiore all’80% come da documentazione medica allegata (</w:t>
      </w:r>
      <w:r w:rsidR="00B659E0" w:rsidRPr="006605C4">
        <w:rPr>
          <w:rFonts w:ascii="Times New Roman" w:hAnsi="Times New Roman" w:cs="Times New Roman"/>
          <w:i/>
          <w:sz w:val="24"/>
          <w:szCs w:val="24"/>
          <w:u w:val="single"/>
        </w:rPr>
        <w:t>cancellare se non ricorre l’ipotesi</w:t>
      </w:r>
      <w:r w:rsidR="00B659E0" w:rsidRPr="006605C4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14:paraId="60FC3CE7" w14:textId="77777777" w:rsidR="00B659E0" w:rsidRPr="006413DD" w:rsidRDefault="00B659E0" w:rsidP="00D246BD">
      <w:pPr>
        <w:pStyle w:val="Paragrafoelenco"/>
        <w:numPr>
          <w:ilvl w:val="1"/>
          <w:numId w:val="5"/>
        </w:numPr>
        <w:tabs>
          <w:tab w:val="left" w:pos="736"/>
        </w:tabs>
        <w:spacing w:before="1" w:line="360" w:lineRule="auto"/>
        <w:ind w:right="383" w:hanging="28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  <w:u w:val="single"/>
        </w:rPr>
        <w:t>Solo per i candidati portatori di handicap</w:t>
      </w:r>
      <w:r w:rsidRPr="006413DD">
        <w:rPr>
          <w:rFonts w:ascii="Times New Roman" w:hAnsi="Times New Roman" w:cs="Times New Roman"/>
          <w:sz w:val="24"/>
          <w:szCs w:val="24"/>
        </w:rPr>
        <w:t xml:space="preserve"> specificare, in relazione al proprio handicap, debitamente documentato da apposita struttura sanitaria, l’ausilio necessario per l’espletamento delle prove di concorso nonché l’eventuale necessità di tempi aggiuntivi per sostenere le prove</w:t>
      </w:r>
      <w:r w:rsidRPr="006413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3DD">
        <w:rPr>
          <w:rFonts w:ascii="Times New Roman" w:hAnsi="Times New Roman" w:cs="Times New Roman"/>
          <w:sz w:val="24"/>
          <w:szCs w:val="24"/>
        </w:rPr>
        <w:t>stesse.</w:t>
      </w:r>
    </w:p>
    <w:p w14:paraId="47B95511" w14:textId="77777777" w:rsidR="00B659E0" w:rsidRPr="006413DD" w:rsidRDefault="00757770" w:rsidP="00B659E0">
      <w:pPr>
        <w:pStyle w:val="Corpotesto"/>
        <w:spacing w:before="7"/>
      </w:pPr>
      <w:r>
        <w:rPr>
          <w:lang w:bidi="it-IT"/>
        </w:rPr>
        <w:pict w14:anchorId="651D536D">
          <v:line id="_x0000_s1039" style="position:absolute;left:0;text-align:left;z-index:-251659264;mso-wrap-distance-left:0;mso-wrap-distance-right:0;mso-position-horizontal-relative:page" from="79.5pt,11.15pt" to="525.9pt,11.15pt" strokeweight=".20717mm">
            <w10:wrap type="topAndBottom" anchorx="page"/>
          </v:line>
        </w:pict>
      </w:r>
    </w:p>
    <w:p w14:paraId="2C013D47" w14:textId="77777777" w:rsidR="004C21D1" w:rsidRDefault="00757770" w:rsidP="00B659E0">
      <w:pPr>
        <w:pStyle w:val="Corpotesto"/>
        <w:tabs>
          <w:tab w:val="left" w:pos="4247"/>
        </w:tabs>
        <w:ind w:left="151"/>
      </w:pPr>
      <w:r>
        <w:rPr>
          <w:lang w:bidi="it-IT"/>
        </w:rPr>
        <w:pict w14:anchorId="31165B88">
          <v:line id="_x0000_s1040" style="position:absolute;left:0;text-align:left;z-index:-251658240;mso-wrap-distance-left:0;mso-wrap-distance-right:0;mso-position-horizontal-relative:page" from="79.5pt,3.7pt" to="525.9pt,3.7pt" strokeweight=".20717mm">
            <w10:wrap type="topAndBottom" anchorx="page"/>
          </v:line>
        </w:pict>
      </w:r>
    </w:p>
    <w:p w14:paraId="469886F0" w14:textId="77777777" w:rsidR="004C21D1" w:rsidRDefault="00757770" w:rsidP="00B659E0">
      <w:pPr>
        <w:pStyle w:val="Corpotesto"/>
        <w:tabs>
          <w:tab w:val="left" w:pos="4247"/>
        </w:tabs>
        <w:ind w:left="151"/>
      </w:pPr>
      <w:r>
        <w:rPr>
          <w:lang w:bidi="it-IT"/>
        </w:rPr>
        <w:pict w14:anchorId="41C24F91">
          <v:line id="_x0000_s1041" style="position:absolute;left:0;text-align:left;z-index:-251657216;mso-wrap-distance-left:0;mso-wrap-distance-right:0;mso-position-horizontal-relative:page" from="79.5pt,3.7pt" to="525.9pt,3.7pt" strokeweight=".20717mm">
            <w10:wrap type="topAndBottom" anchorx="page"/>
          </v:line>
        </w:pict>
      </w:r>
    </w:p>
    <w:p w14:paraId="647D7D3A" w14:textId="77777777" w:rsidR="00B659E0" w:rsidRPr="006413DD" w:rsidRDefault="00B659E0" w:rsidP="00B659E0">
      <w:pPr>
        <w:pStyle w:val="Corpotesto"/>
        <w:tabs>
          <w:tab w:val="left" w:pos="4247"/>
        </w:tabs>
        <w:ind w:left="151"/>
      </w:pPr>
      <w:r w:rsidRPr="006413DD">
        <w:t>Data,</w:t>
      </w:r>
      <w:r w:rsidRPr="006413DD">
        <w:rPr>
          <w:spacing w:val="19"/>
        </w:rPr>
        <w:t xml:space="preserve"> </w:t>
      </w:r>
      <w:r w:rsidRPr="006413DD">
        <w:rPr>
          <w:w w:val="99"/>
          <w:u w:val="single"/>
        </w:rPr>
        <w:t xml:space="preserve"> </w:t>
      </w:r>
      <w:r w:rsidRPr="006413DD">
        <w:rPr>
          <w:u w:val="single"/>
        </w:rPr>
        <w:tab/>
      </w:r>
    </w:p>
    <w:p w14:paraId="3D3A0452" w14:textId="77777777" w:rsidR="00B659E0" w:rsidRPr="006413DD" w:rsidRDefault="00211BA1" w:rsidP="00211BA1">
      <w:pPr>
        <w:pStyle w:val="Corpotesto"/>
        <w:spacing w:before="1"/>
        <w:ind w:left="2288" w:right="399" w:firstLine="548"/>
        <w:jc w:val="center"/>
      </w:pPr>
      <w:r>
        <w:t xml:space="preserve">         </w:t>
      </w:r>
      <w:r w:rsidR="00FD56D6">
        <w:t xml:space="preserve">           </w:t>
      </w:r>
      <w:r w:rsidR="00B659E0" w:rsidRPr="006413DD">
        <w:t>firma per esteso</w:t>
      </w:r>
    </w:p>
    <w:p w14:paraId="75C486FE" w14:textId="77777777" w:rsidR="00B659E0" w:rsidRPr="006413DD" w:rsidRDefault="00B659E0" w:rsidP="00B659E0">
      <w:pPr>
        <w:pStyle w:val="Corpotesto"/>
        <w:spacing w:before="9"/>
      </w:pPr>
    </w:p>
    <w:p w14:paraId="0F7BA9E0" w14:textId="77777777" w:rsidR="00B659E0" w:rsidRDefault="00757770" w:rsidP="00211BA1">
      <w:pPr>
        <w:pStyle w:val="Corpotesto"/>
      </w:pPr>
      <w:r>
        <w:rPr>
          <w:lang w:bidi="it-IT"/>
        </w:rPr>
        <w:pict w14:anchorId="56733B60">
          <v:line id="_x0000_s1042" style="position:absolute;left:0;text-align:left;z-index:-251656192;mso-wrap-distance-left:0;mso-wrap-distance-right:0;mso-position-horizontal-relative:page" from="308.55pt,3.05pt" to="486.75pt,3.05pt" strokeweight=".20717mm">
            <w10:wrap type="topAndBottom" anchorx="page"/>
          </v:line>
        </w:pict>
      </w:r>
      <w:r w:rsidR="00B659E0" w:rsidRPr="006413DD">
        <w:t>ALLEGATI:</w:t>
      </w:r>
    </w:p>
    <w:p w14:paraId="1630A38F" w14:textId="77777777" w:rsidR="006D65C9" w:rsidRPr="006413DD" w:rsidRDefault="006D65C9" w:rsidP="00B659E0">
      <w:pPr>
        <w:pStyle w:val="Corpotesto"/>
        <w:spacing w:line="203" w:lineRule="exact"/>
        <w:ind w:left="151"/>
      </w:pPr>
    </w:p>
    <w:p w14:paraId="62FF6CBB" w14:textId="77777777" w:rsidR="00B659E0" w:rsidRPr="006413DD" w:rsidRDefault="00B659E0" w:rsidP="00FD56D6">
      <w:pPr>
        <w:pStyle w:val="Paragrafoelenco"/>
        <w:numPr>
          <w:ilvl w:val="0"/>
          <w:numId w:val="28"/>
        </w:numPr>
        <w:spacing w:before="2" w:line="235" w:lineRule="auto"/>
        <w:ind w:left="709" w:right="386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>La fotocopia leggibile del documento di identificazione, munito di fotografia, in corso di validità;</w:t>
      </w:r>
    </w:p>
    <w:p w14:paraId="7BFB1C38" w14:textId="77777777" w:rsidR="00B659E0" w:rsidRPr="006413DD" w:rsidRDefault="00B659E0" w:rsidP="00FD56D6">
      <w:pPr>
        <w:pStyle w:val="Paragrafoelenco"/>
        <w:numPr>
          <w:ilvl w:val="0"/>
          <w:numId w:val="28"/>
        </w:numPr>
        <w:spacing w:before="2" w:line="235" w:lineRule="auto"/>
        <w:ind w:left="709" w:right="384"/>
        <w:rPr>
          <w:rFonts w:ascii="Times New Roman" w:hAnsi="Times New Roman" w:cs="Times New Roman"/>
          <w:sz w:val="24"/>
          <w:szCs w:val="24"/>
        </w:rPr>
      </w:pPr>
      <w:r w:rsidRPr="006413DD">
        <w:rPr>
          <w:rFonts w:ascii="Times New Roman" w:hAnsi="Times New Roman" w:cs="Times New Roman"/>
          <w:sz w:val="24"/>
          <w:szCs w:val="24"/>
        </w:rPr>
        <w:t xml:space="preserve">Eventuale documentazione attestante la ricorrenza di una delle condizioni di cui all’art. 38 del </w:t>
      </w:r>
      <w:proofErr w:type="spellStart"/>
      <w:r w:rsidRPr="006413DD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6413DD">
        <w:rPr>
          <w:rFonts w:ascii="Times New Roman" w:hAnsi="Times New Roman" w:cs="Times New Roman"/>
          <w:sz w:val="24"/>
          <w:szCs w:val="24"/>
        </w:rPr>
        <w:t xml:space="preserve"> 165/2001, come modificato dall’art. 7 della Legge 6.08.2013, n. 97 (solo per i cittadini extra – comunitari);</w:t>
      </w:r>
    </w:p>
    <w:bookmarkEnd w:id="0"/>
    <w:p w14:paraId="6B768BD3" w14:textId="77777777" w:rsidR="006D65C9" w:rsidRPr="006D65C9" w:rsidRDefault="006D65C9" w:rsidP="00FD56D6">
      <w:pPr>
        <w:numPr>
          <w:ilvl w:val="0"/>
          <w:numId w:val="28"/>
        </w:numPr>
        <w:autoSpaceDE w:val="0"/>
        <w:autoSpaceDN w:val="0"/>
        <w:adjustRightInd w:val="0"/>
        <w:ind w:left="709" w:right="-143"/>
        <w:jc w:val="left"/>
        <w:rPr>
          <w:szCs w:val="24"/>
        </w:rPr>
      </w:pPr>
      <w:r w:rsidRPr="006D65C9">
        <w:rPr>
          <w:szCs w:val="24"/>
        </w:rPr>
        <w:t>Eventuale documentazione rilasciata dalle autorità competenti attestante il</w:t>
      </w:r>
      <w:r w:rsidR="00FD56D6">
        <w:rPr>
          <w:szCs w:val="24"/>
        </w:rPr>
        <w:t xml:space="preserve"> </w:t>
      </w:r>
      <w:r w:rsidRPr="006D65C9">
        <w:rPr>
          <w:szCs w:val="24"/>
        </w:rPr>
        <w:t>riconoscimento dell’equipollenza del proprio titolo di studio estero a uno di quelli richiesti dal bando;</w:t>
      </w:r>
    </w:p>
    <w:p w14:paraId="3DDF04AE" w14:textId="77777777" w:rsidR="006D65C9" w:rsidRPr="006D65C9" w:rsidRDefault="006D65C9" w:rsidP="00FD56D6">
      <w:pPr>
        <w:numPr>
          <w:ilvl w:val="0"/>
          <w:numId w:val="28"/>
        </w:numPr>
        <w:autoSpaceDE w:val="0"/>
        <w:autoSpaceDN w:val="0"/>
        <w:adjustRightInd w:val="0"/>
        <w:ind w:left="709"/>
        <w:jc w:val="left"/>
        <w:rPr>
          <w:szCs w:val="24"/>
        </w:rPr>
      </w:pPr>
      <w:r w:rsidRPr="006D65C9">
        <w:rPr>
          <w:szCs w:val="24"/>
        </w:rPr>
        <w:t>Eventuale certificazione da cui risulti un’invalidit</w:t>
      </w:r>
      <w:r w:rsidR="00FD56D6">
        <w:rPr>
          <w:szCs w:val="24"/>
        </w:rPr>
        <w:t>à</w:t>
      </w:r>
      <w:r w:rsidRPr="006D65C9">
        <w:rPr>
          <w:szCs w:val="24"/>
        </w:rPr>
        <w:t xml:space="preserve"> uguale o superiore all’80% (solo per i</w:t>
      </w:r>
    </w:p>
    <w:p w14:paraId="2FC357C3" w14:textId="77777777" w:rsidR="000C3192" w:rsidRPr="006D65C9" w:rsidRDefault="006D65C9" w:rsidP="00FD56D6">
      <w:pPr>
        <w:pStyle w:val="Paragrafoelenco"/>
        <w:spacing w:before="3" w:line="235" w:lineRule="auto"/>
        <w:ind w:left="709" w:right="386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D65C9">
        <w:rPr>
          <w:rFonts w:ascii="Times New Roman" w:hAnsi="Times New Roman" w:cs="Times New Roman"/>
          <w:sz w:val="24"/>
          <w:szCs w:val="24"/>
        </w:rPr>
        <w:t>candidati che richiedono l’esonero dalla prova preselettiva).</w:t>
      </w:r>
    </w:p>
    <w:sectPr w:rsidR="000C3192" w:rsidRPr="006D65C9" w:rsidSect="002F2E39">
      <w:pgSz w:w="11906" w:h="16838"/>
      <w:pgMar w:top="1135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7AA4"/>
    <w:multiLevelType w:val="hybridMultilevel"/>
    <w:tmpl w:val="853E2A3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47B65"/>
    <w:multiLevelType w:val="hybridMultilevel"/>
    <w:tmpl w:val="4C2833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C2699"/>
    <w:multiLevelType w:val="hybridMultilevel"/>
    <w:tmpl w:val="CF6026BC"/>
    <w:lvl w:ilvl="0" w:tplc="14D81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83CDC"/>
    <w:multiLevelType w:val="hybridMultilevel"/>
    <w:tmpl w:val="1CE4C4C0"/>
    <w:lvl w:ilvl="0" w:tplc="0A6E780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C622C"/>
    <w:multiLevelType w:val="hybridMultilevel"/>
    <w:tmpl w:val="E23011F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46122A"/>
    <w:multiLevelType w:val="hybridMultilevel"/>
    <w:tmpl w:val="1626FA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592" w:hanging="360"/>
      </w:pPr>
    </w:lvl>
    <w:lvl w:ilvl="2" w:tplc="0410001B" w:tentative="1">
      <w:start w:val="1"/>
      <w:numFmt w:val="lowerRoman"/>
      <w:lvlText w:val="%3."/>
      <w:lvlJc w:val="right"/>
      <w:pPr>
        <w:ind w:left="2312" w:hanging="180"/>
      </w:pPr>
    </w:lvl>
    <w:lvl w:ilvl="3" w:tplc="0410000F" w:tentative="1">
      <w:start w:val="1"/>
      <w:numFmt w:val="decimal"/>
      <w:lvlText w:val="%4."/>
      <w:lvlJc w:val="left"/>
      <w:pPr>
        <w:ind w:left="3032" w:hanging="360"/>
      </w:pPr>
    </w:lvl>
    <w:lvl w:ilvl="4" w:tplc="04100019" w:tentative="1">
      <w:start w:val="1"/>
      <w:numFmt w:val="lowerLetter"/>
      <w:lvlText w:val="%5."/>
      <w:lvlJc w:val="left"/>
      <w:pPr>
        <w:ind w:left="3752" w:hanging="360"/>
      </w:pPr>
    </w:lvl>
    <w:lvl w:ilvl="5" w:tplc="0410001B" w:tentative="1">
      <w:start w:val="1"/>
      <w:numFmt w:val="lowerRoman"/>
      <w:lvlText w:val="%6."/>
      <w:lvlJc w:val="right"/>
      <w:pPr>
        <w:ind w:left="4472" w:hanging="180"/>
      </w:pPr>
    </w:lvl>
    <w:lvl w:ilvl="6" w:tplc="0410000F" w:tentative="1">
      <w:start w:val="1"/>
      <w:numFmt w:val="decimal"/>
      <w:lvlText w:val="%7."/>
      <w:lvlJc w:val="left"/>
      <w:pPr>
        <w:ind w:left="5192" w:hanging="360"/>
      </w:pPr>
    </w:lvl>
    <w:lvl w:ilvl="7" w:tplc="04100019" w:tentative="1">
      <w:start w:val="1"/>
      <w:numFmt w:val="lowerLetter"/>
      <w:lvlText w:val="%8."/>
      <w:lvlJc w:val="left"/>
      <w:pPr>
        <w:ind w:left="5912" w:hanging="360"/>
      </w:pPr>
    </w:lvl>
    <w:lvl w:ilvl="8" w:tplc="0410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6" w15:restartNumberingAfterBreak="0">
    <w:nsid w:val="29475037"/>
    <w:multiLevelType w:val="hybridMultilevel"/>
    <w:tmpl w:val="32846A34"/>
    <w:lvl w:ilvl="0" w:tplc="B1E8AB80">
      <w:start w:val="1"/>
      <w:numFmt w:val="decimal"/>
      <w:lvlText w:val="%1."/>
      <w:lvlJc w:val="left"/>
      <w:pPr>
        <w:ind w:left="212" w:hanging="327"/>
      </w:pPr>
      <w:rPr>
        <w:rFonts w:hint="default"/>
        <w:w w:val="99"/>
        <w:lang w:val="it-IT" w:eastAsia="it-IT" w:bidi="it-IT"/>
      </w:rPr>
    </w:lvl>
    <w:lvl w:ilvl="1" w:tplc="DA92BE3C">
      <w:numFmt w:val="bullet"/>
      <w:lvlText w:val="-"/>
      <w:lvlJc w:val="left"/>
      <w:pPr>
        <w:ind w:left="932" w:hanging="348"/>
      </w:pPr>
      <w:rPr>
        <w:rFonts w:ascii="Bookman Old Style" w:eastAsia="Bookman Old Style" w:hAnsi="Bookman Old Style" w:cs="Bookman Old Style" w:hint="default"/>
        <w:w w:val="100"/>
        <w:sz w:val="22"/>
        <w:szCs w:val="22"/>
        <w:lang w:val="it-IT" w:eastAsia="it-IT" w:bidi="it-IT"/>
      </w:rPr>
    </w:lvl>
    <w:lvl w:ilvl="2" w:tplc="9F74C3A2">
      <w:numFmt w:val="bullet"/>
      <w:lvlText w:val="•"/>
      <w:lvlJc w:val="left"/>
      <w:pPr>
        <w:ind w:left="1955" w:hanging="348"/>
      </w:pPr>
      <w:rPr>
        <w:rFonts w:hint="default"/>
        <w:lang w:val="it-IT" w:eastAsia="it-IT" w:bidi="it-IT"/>
      </w:rPr>
    </w:lvl>
    <w:lvl w:ilvl="3" w:tplc="916EA0B0">
      <w:numFmt w:val="bullet"/>
      <w:lvlText w:val="•"/>
      <w:lvlJc w:val="left"/>
      <w:pPr>
        <w:ind w:left="2971" w:hanging="348"/>
      </w:pPr>
      <w:rPr>
        <w:rFonts w:hint="default"/>
        <w:lang w:val="it-IT" w:eastAsia="it-IT" w:bidi="it-IT"/>
      </w:rPr>
    </w:lvl>
    <w:lvl w:ilvl="4" w:tplc="F1D4D74C">
      <w:numFmt w:val="bullet"/>
      <w:lvlText w:val="•"/>
      <w:lvlJc w:val="left"/>
      <w:pPr>
        <w:ind w:left="3986" w:hanging="348"/>
      </w:pPr>
      <w:rPr>
        <w:rFonts w:hint="default"/>
        <w:lang w:val="it-IT" w:eastAsia="it-IT" w:bidi="it-IT"/>
      </w:rPr>
    </w:lvl>
    <w:lvl w:ilvl="5" w:tplc="0474445A">
      <w:numFmt w:val="bullet"/>
      <w:lvlText w:val="•"/>
      <w:lvlJc w:val="left"/>
      <w:pPr>
        <w:ind w:left="5002" w:hanging="348"/>
      </w:pPr>
      <w:rPr>
        <w:rFonts w:hint="default"/>
        <w:lang w:val="it-IT" w:eastAsia="it-IT" w:bidi="it-IT"/>
      </w:rPr>
    </w:lvl>
    <w:lvl w:ilvl="6" w:tplc="BC768462">
      <w:numFmt w:val="bullet"/>
      <w:lvlText w:val="•"/>
      <w:lvlJc w:val="left"/>
      <w:pPr>
        <w:ind w:left="6017" w:hanging="348"/>
      </w:pPr>
      <w:rPr>
        <w:rFonts w:hint="default"/>
        <w:lang w:val="it-IT" w:eastAsia="it-IT" w:bidi="it-IT"/>
      </w:rPr>
    </w:lvl>
    <w:lvl w:ilvl="7" w:tplc="46128484">
      <w:numFmt w:val="bullet"/>
      <w:lvlText w:val="•"/>
      <w:lvlJc w:val="left"/>
      <w:pPr>
        <w:ind w:left="7033" w:hanging="348"/>
      </w:pPr>
      <w:rPr>
        <w:rFonts w:hint="default"/>
        <w:lang w:val="it-IT" w:eastAsia="it-IT" w:bidi="it-IT"/>
      </w:rPr>
    </w:lvl>
    <w:lvl w:ilvl="8" w:tplc="55C4BF34">
      <w:numFmt w:val="bullet"/>
      <w:lvlText w:val="•"/>
      <w:lvlJc w:val="left"/>
      <w:pPr>
        <w:ind w:left="8048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2CBF5991"/>
    <w:multiLevelType w:val="hybridMultilevel"/>
    <w:tmpl w:val="9224F1A4"/>
    <w:lvl w:ilvl="0" w:tplc="ABECECAE">
      <w:start w:val="1"/>
      <w:numFmt w:val="decimal"/>
      <w:lvlText w:val="%1."/>
      <w:lvlJc w:val="left"/>
      <w:pPr>
        <w:ind w:left="579" w:hanging="428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769EFE74">
      <w:numFmt w:val="bullet"/>
      <w:lvlText w:val="•"/>
      <w:lvlJc w:val="left"/>
      <w:pPr>
        <w:ind w:left="1554" w:hanging="428"/>
      </w:pPr>
      <w:rPr>
        <w:rFonts w:hint="default"/>
        <w:lang w:val="it-IT" w:eastAsia="it-IT" w:bidi="it-IT"/>
      </w:rPr>
    </w:lvl>
    <w:lvl w:ilvl="2" w:tplc="650AA918">
      <w:numFmt w:val="bullet"/>
      <w:lvlText w:val="•"/>
      <w:lvlJc w:val="left"/>
      <w:pPr>
        <w:ind w:left="2528" w:hanging="428"/>
      </w:pPr>
      <w:rPr>
        <w:rFonts w:hint="default"/>
        <w:lang w:val="it-IT" w:eastAsia="it-IT" w:bidi="it-IT"/>
      </w:rPr>
    </w:lvl>
    <w:lvl w:ilvl="3" w:tplc="7A942290">
      <w:numFmt w:val="bullet"/>
      <w:lvlText w:val="•"/>
      <w:lvlJc w:val="left"/>
      <w:pPr>
        <w:ind w:left="3502" w:hanging="428"/>
      </w:pPr>
      <w:rPr>
        <w:rFonts w:hint="default"/>
        <w:lang w:val="it-IT" w:eastAsia="it-IT" w:bidi="it-IT"/>
      </w:rPr>
    </w:lvl>
    <w:lvl w:ilvl="4" w:tplc="472CD712">
      <w:numFmt w:val="bullet"/>
      <w:lvlText w:val="•"/>
      <w:lvlJc w:val="left"/>
      <w:pPr>
        <w:ind w:left="4476" w:hanging="428"/>
      </w:pPr>
      <w:rPr>
        <w:rFonts w:hint="default"/>
        <w:lang w:val="it-IT" w:eastAsia="it-IT" w:bidi="it-IT"/>
      </w:rPr>
    </w:lvl>
    <w:lvl w:ilvl="5" w:tplc="81786D78">
      <w:numFmt w:val="bullet"/>
      <w:lvlText w:val="•"/>
      <w:lvlJc w:val="left"/>
      <w:pPr>
        <w:ind w:left="5450" w:hanging="428"/>
      </w:pPr>
      <w:rPr>
        <w:rFonts w:hint="default"/>
        <w:lang w:val="it-IT" w:eastAsia="it-IT" w:bidi="it-IT"/>
      </w:rPr>
    </w:lvl>
    <w:lvl w:ilvl="6" w:tplc="0262B78E">
      <w:numFmt w:val="bullet"/>
      <w:lvlText w:val="•"/>
      <w:lvlJc w:val="left"/>
      <w:pPr>
        <w:ind w:left="6424" w:hanging="428"/>
      </w:pPr>
      <w:rPr>
        <w:rFonts w:hint="default"/>
        <w:lang w:val="it-IT" w:eastAsia="it-IT" w:bidi="it-IT"/>
      </w:rPr>
    </w:lvl>
    <w:lvl w:ilvl="7" w:tplc="3692DC08">
      <w:numFmt w:val="bullet"/>
      <w:lvlText w:val="•"/>
      <w:lvlJc w:val="left"/>
      <w:pPr>
        <w:ind w:left="7398" w:hanging="428"/>
      </w:pPr>
      <w:rPr>
        <w:rFonts w:hint="default"/>
        <w:lang w:val="it-IT" w:eastAsia="it-IT" w:bidi="it-IT"/>
      </w:rPr>
    </w:lvl>
    <w:lvl w:ilvl="8" w:tplc="CBD2D1EA">
      <w:numFmt w:val="bullet"/>
      <w:lvlText w:val="•"/>
      <w:lvlJc w:val="left"/>
      <w:pPr>
        <w:ind w:left="8372" w:hanging="428"/>
      </w:pPr>
      <w:rPr>
        <w:rFonts w:hint="default"/>
        <w:lang w:val="it-IT" w:eastAsia="it-IT" w:bidi="it-IT"/>
      </w:rPr>
    </w:lvl>
  </w:abstractNum>
  <w:abstractNum w:abstractNumId="8" w15:restartNumberingAfterBreak="0">
    <w:nsid w:val="2D787EC3"/>
    <w:multiLevelType w:val="hybridMultilevel"/>
    <w:tmpl w:val="CA327656"/>
    <w:lvl w:ilvl="0" w:tplc="0A6E7802">
      <w:numFmt w:val="bullet"/>
      <w:lvlText w:val="-"/>
      <w:lvlJc w:val="left"/>
      <w:pPr>
        <w:ind w:left="216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6804DE"/>
    <w:multiLevelType w:val="hybridMultilevel"/>
    <w:tmpl w:val="46B87E62"/>
    <w:lvl w:ilvl="0" w:tplc="0A6E7802">
      <w:numFmt w:val="bullet"/>
      <w:lvlText w:val="-"/>
      <w:lvlJc w:val="left"/>
      <w:pPr>
        <w:ind w:left="108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D10A02"/>
    <w:multiLevelType w:val="hybridMultilevel"/>
    <w:tmpl w:val="E0CEC13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C5658F"/>
    <w:multiLevelType w:val="multilevel"/>
    <w:tmpl w:val="DEB45A2A"/>
    <w:lvl w:ilvl="0">
      <w:start w:val="14"/>
      <w:numFmt w:val="upperLetter"/>
      <w:lvlText w:val="%1"/>
      <w:lvlJc w:val="left"/>
      <w:pPr>
        <w:ind w:left="435" w:hanging="584"/>
      </w:pPr>
      <w:rPr>
        <w:rFonts w:hint="default"/>
        <w:lang w:val="it-IT" w:eastAsia="it-IT" w:bidi="it-IT"/>
      </w:rPr>
    </w:lvl>
    <w:lvl w:ilvl="1">
      <w:start w:val="2"/>
      <w:numFmt w:val="upperLetter"/>
      <w:lvlText w:val="%1.%2."/>
      <w:lvlJc w:val="left"/>
      <w:pPr>
        <w:ind w:left="435" w:hanging="584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2">
      <w:numFmt w:val="bullet"/>
      <w:lvlText w:val=""/>
      <w:lvlJc w:val="left"/>
      <w:pPr>
        <w:ind w:left="872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77" w:hanging="34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26" w:hanging="34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5" w:hanging="34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24" w:hanging="34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73" w:hanging="34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222" w:hanging="348"/>
      </w:pPr>
      <w:rPr>
        <w:rFonts w:hint="default"/>
        <w:lang w:val="it-IT" w:eastAsia="it-IT" w:bidi="it-IT"/>
      </w:rPr>
    </w:lvl>
  </w:abstractNum>
  <w:abstractNum w:abstractNumId="12" w15:restartNumberingAfterBreak="0">
    <w:nsid w:val="3F3D416B"/>
    <w:multiLevelType w:val="hybridMultilevel"/>
    <w:tmpl w:val="D05005FC"/>
    <w:lvl w:ilvl="0" w:tplc="0AEA0DE0">
      <w:start w:val="1"/>
      <w:numFmt w:val="decimal"/>
      <w:lvlText w:val="%1."/>
      <w:lvlJc w:val="left"/>
      <w:pPr>
        <w:ind w:left="512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89EE1542">
      <w:numFmt w:val="bullet"/>
      <w:lvlText w:val="□"/>
      <w:lvlJc w:val="left"/>
      <w:pPr>
        <w:ind w:left="694" w:hanging="2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0A98B05C">
      <w:numFmt w:val="bullet"/>
      <w:lvlText w:val="•"/>
      <w:lvlJc w:val="left"/>
      <w:pPr>
        <w:ind w:left="935" w:hanging="260"/>
      </w:pPr>
      <w:rPr>
        <w:rFonts w:hint="default"/>
        <w:lang w:val="it-IT" w:eastAsia="it-IT" w:bidi="it-IT"/>
      </w:rPr>
    </w:lvl>
    <w:lvl w:ilvl="3" w:tplc="6FF46C70">
      <w:numFmt w:val="bullet"/>
      <w:lvlText w:val="•"/>
      <w:lvlJc w:val="left"/>
      <w:pPr>
        <w:ind w:left="1170" w:hanging="260"/>
      </w:pPr>
      <w:rPr>
        <w:rFonts w:hint="default"/>
        <w:lang w:val="it-IT" w:eastAsia="it-IT" w:bidi="it-IT"/>
      </w:rPr>
    </w:lvl>
    <w:lvl w:ilvl="4" w:tplc="606C73D0">
      <w:numFmt w:val="bullet"/>
      <w:lvlText w:val="•"/>
      <w:lvlJc w:val="left"/>
      <w:pPr>
        <w:ind w:left="1406" w:hanging="260"/>
      </w:pPr>
      <w:rPr>
        <w:rFonts w:hint="default"/>
        <w:lang w:val="it-IT" w:eastAsia="it-IT" w:bidi="it-IT"/>
      </w:rPr>
    </w:lvl>
    <w:lvl w:ilvl="5" w:tplc="549C61F8">
      <w:numFmt w:val="bullet"/>
      <w:lvlText w:val="•"/>
      <w:lvlJc w:val="left"/>
      <w:pPr>
        <w:ind w:left="1641" w:hanging="260"/>
      </w:pPr>
      <w:rPr>
        <w:rFonts w:hint="default"/>
        <w:lang w:val="it-IT" w:eastAsia="it-IT" w:bidi="it-IT"/>
      </w:rPr>
    </w:lvl>
    <w:lvl w:ilvl="6" w:tplc="F6607296">
      <w:numFmt w:val="bullet"/>
      <w:lvlText w:val="•"/>
      <w:lvlJc w:val="left"/>
      <w:pPr>
        <w:ind w:left="1876" w:hanging="260"/>
      </w:pPr>
      <w:rPr>
        <w:rFonts w:hint="default"/>
        <w:lang w:val="it-IT" w:eastAsia="it-IT" w:bidi="it-IT"/>
      </w:rPr>
    </w:lvl>
    <w:lvl w:ilvl="7" w:tplc="783CF6C2">
      <w:numFmt w:val="bullet"/>
      <w:lvlText w:val="•"/>
      <w:lvlJc w:val="left"/>
      <w:pPr>
        <w:ind w:left="2112" w:hanging="260"/>
      </w:pPr>
      <w:rPr>
        <w:rFonts w:hint="default"/>
        <w:lang w:val="it-IT" w:eastAsia="it-IT" w:bidi="it-IT"/>
      </w:rPr>
    </w:lvl>
    <w:lvl w:ilvl="8" w:tplc="FC66912A">
      <w:numFmt w:val="bullet"/>
      <w:lvlText w:val="•"/>
      <w:lvlJc w:val="left"/>
      <w:pPr>
        <w:ind w:left="2347" w:hanging="260"/>
      </w:pPr>
      <w:rPr>
        <w:rFonts w:hint="default"/>
        <w:lang w:val="it-IT" w:eastAsia="it-IT" w:bidi="it-IT"/>
      </w:rPr>
    </w:lvl>
  </w:abstractNum>
  <w:abstractNum w:abstractNumId="13" w15:restartNumberingAfterBreak="0">
    <w:nsid w:val="44233E8F"/>
    <w:multiLevelType w:val="hybridMultilevel"/>
    <w:tmpl w:val="6714C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B2447"/>
    <w:multiLevelType w:val="hybridMultilevel"/>
    <w:tmpl w:val="FC222BF6"/>
    <w:lvl w:ilvl="0" w:tplc="0410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4C300D98"/>
    <w:multiLevelType w:val="hybridMultilevel"/>
    <w:tmpl w:val="8AFA2F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64ECA"/>
    <w:multiLevelType w:val="hybridMultilevel"/>
    <w:tmpl w:val="6714C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354D9"/>
    <w:multiLevelType w:val="hybridMultilevel"/>
    <w:tmpl w:val="BA5E3FC2"/>
    <w:lvl w:ilvl="0" w:tplc="8E2A8BD0">
      <w:numFmt w:val="bullet"/>
      <w:lvlText w:val="□"/>
      <w:lvlJc w:val="left"/>
      <w:pPr>
        <w:ind w:left="87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8B8EB4A">
      <w:numFmt w:val="bullet"/>
      <w:lvlText w:val="□"/>
      <w:lvlJc w:val="left"/>
      <w:pPr>
        <w:ind w:left="1078" w:hanging="2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0A6E7802">
      <w:numFmt w:val="bullet"/>
      <w:lvlText w:val="-"/>
      <w:lvlJc w:val="left"/>
      <w:pPr>
        <w:ind w:left="1220" w:hanging="284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3" w:tplc="7A80E8F0">
      <w:numFmt w:val="bullet"/>
      <w:lvlText w:val="•"/>
      <w:lvlJc w:val="left"/>
      <w:pPr>
        <w:ind w:left="1120" w:hanging="284"/>
      </w:pPr>
      <w:rPr>
        <w:rFonts w:hint="default"/>
        <w:lang w:val="it-IT" w:eastAsia="it-IT" w:bidi="it-IT"/>
      </w:rPr>
    </w:lvl>
    <w:lvl w:ilvl="4" w:tplc="C720BABC">
      <w:numFmt w:val="bullet"/>
      <w:lvlText w:val="•"/>
      <w:lvlJc w:val="left"/>
      <w:pPr>
        <w:ind w:left="1220" w:hanging="284"/>
      </w:pPr>
      <w:rPr>
        <w:rFonts w:hint="default"/>
        <w:lang w:val="it-IT" w:eastAsia="it-IT" w:bidi="it-IT"/>
      </w:rPr>
    </w:lvl>
    <w:lvl w:ilvl="5" w:tplc="5164DB54">
      <w:numFmt w:val="bullet"/>
      <w:lvlText w:val="•"/>
      <w:lvlJc w:val="left"/>
      <w:pPr>
        <w:ind w:left="1260" w:hanging="284"/>
      </w:pPr>
      <w:rPr>
        <w:rFonts w:hint="default"/>
        <w:lang w:val="it-IT" w:eastAsia="it-IT" w:bidi="it-IT"/>
      </w:rPr>
    </w:lvl>
    <w:lvl w:ilvl="6" w:tplc="C4928830">
      <w:numFmt w:val="bullet"/>
      <w:lvlText w:val="•"/>
      <w:lvlJc w:val="left"/>
      <w:pPr>
        <w:ind w:left="3144" w:hanging="284"/>
      </w:pPr>
      <w:rPr>
        <w:rFonts w:hint="default"/>
        <w:lang w:val="it-IT" w:eastAsia="it-IT" w:bidi="it-IT"/>
      </w:rPr>
    </w:lvl>
    <w:lvl w:ilvl="7" w:tplc="FD10DE00">
      <w:numFmt w:val="bullet"/>
      <w:lvlText w:val="•"/>
      <w:lvlJc w:val="left"/>
      <w:pPr>
        <w:ind w:left="5028" w:hanging="284"/>
      </w:pPr>
      <w:rPr>
        <w:rFonts w:hint="default"/>
        <w:lang w:val="it-IT" w:eastAsia="it-IT" w:bidi="it-IT"/>
      </w:rPr>
    </w:lvl>
    <w:lvl w:ilvl="8" w:tplc="445CFFB6">
      <w:numFmt w:val="bullet"/>
      <w:lvlText w:val="•"/>
      <w:lvlJc w:val="left"/>
      <w:pPr>
        <w:ind w:left="6912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523F0DDD"/>
    <w:multiLevelType w:val="hybridMultilevel"/>
    <w:tmpl w:val="FD5430FE"/>
    <w:lvl w:ilvl="0" w:tplc="D0EEE184">
      <w:start w:val="1"/>
      <w:numFmt w:val="decimal"/>
      <w:lvlText w:val="%1."/>
      <w:lvlJc w:val="left"/>
      <w:pPr>
        <w:ind w:left="579" w:hanging="428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0128C8E8">
      <w:numFmt w:val="bullet"/>
      <w:lvlText w:val="•"/>
      <w:lvlJc w:val="left"/>
      <w:pPr>
        <w:ind w:left="1554" w:hanging="428"/>
      </w:pPr>
      <w:rPr>
        <w:rFonts w:hint="default"/>
        <w:lang w:val="it-IT" w:eastAsia="it-IT" w:bidi="it-IT"/>
      </w:rPr>
    </w:lvl>
    <w:lvl w:ilvl="2" w:tplc="03541E50">
      <w:numFmt w:val="bullet"/>
      <w:lvlText w:val="•"/>
      <w:lvlJc w:val="left"/>
      <w:pPr>
        <w:ind w:left="2528" w:hanging="428"/>
      </w:pPr>
      <w:rPr>
        <w:rFonts w:hint="default"/>
        <w:lang w:val="it-IT" w:eastAsia="it-IT" w:bidi="it-IT"/>
      </w:rPr>
    </w:lvl>
    <w:lvl w:ilvl="3" w:tplc="59522C7C">
      <w:numFmt w:val="bullet"/>
      <w:lvlText w:val="•"/>
      <w:lvlJc w:val="left"/>
      <w:pPr>
        <w:ind w:left="3502" w:hanging="428"/>
      </w:pPr>
      <w:rPr>
        <w:rFonts w:hint="default"/>
        <w:lang w:val="it-IT" w:eastAsia="it-IT" w:bidi="it-IT"/>
      </w:rPr>
    </w:lvl>
    <w:lvl w:ilvl="4" w:tplc="E2A80DB4">
      <w:numFmt w:val="bullet"/>
      <w:lvlText w:val="•"/>
      <w:lvlJc w:val="left"/>
      <w:pPr>
        <w:ind w:left="4476" w:hanging="428"/>
      </w:pPr>
      <w:rPr>
        <w:rFonts w:hint="default"/>
        <w:lang w:val="it-IT" w:eastAsia="it-IT" w:bidi="it-IT"/>
      </w:rPr>
    </w:lvl>
    <w:lvl w:ilvl="5" w:tplc="0F522850">
      <w:numFmt w:val="bullet"/>
      <w:lvlText w:val="•"/>
      <w:lvlJc w:val="left"/>
      <w:pPr>
        <w:ind w:left="5450" w:hanging="428"/>
      </w:pPr>
      <w:rPr>
        <w:rFonts w:hint="default"/>
        <w:lang w:val="it-IT" w:eastAsia="it-IT" w:bidi="it-IT"/>
      </w:rPr>
    </w:lvl>
    <w:lvl w:ilvl="6" w:tplc="CB9A7D0A">
      <w:numFmt w:val="bullet"/>
      <w:lvlText w:val="•"/>
      <w:lvlJc w:val="left"/>
      <w:pPr>
        <w:ind w:left="6424" w:hanging="428"/>
      </w:pPr>
      <w:rPr>
        <w:rFonts w:hint="default"/>
        <w:lang w:val="it-IT" w:eastAsia="it-IT" w:bidi="it-IT"/>
      </w:rPr>
    </w:lvl>
    <w:lvl w:ilvl="7" w:tplc="7F58D2DE">
      <w:numFmt w:val="bullet"/>
      <w:lvlText w:val="•"/>
      <w:lvlJc w:val="left"/>
      <w:pPr>
        <w:ind w:left="7398" w:hanging="428"/>
      </w:pPr>
      <w:rPr>
        <w:rFonts w:hint="default"/>
        <w:lang w:val="it-IT" w:eastAsia="it-IT" w:bidi="it-IT"/>
      </w:rPr>
    </w:lvl>
    <w:lvl w:ilvl="8" w:tplc="4E6CFF88">
      <w:numFmt w:val="bullet"/>
      <w:lvlText w:val="•"/>
      <w:lvlJc w:val="left"/>
      <w:pPr>
        <w:ind w:left="8372" w:hanging="428"/>
      </w:pPr>
      <w:rPr>
        <w:rFonts w:hint="default"/>
        <w:lang w:val="it-IT" w:eastAsia="it-IT" w:bidi="it-IT"/>
      </w:rPr>
    </w:lvl>
  </w:abstractNum>
  <w:abstractNum w:abstractNumId="19" w15:restartNumberingAfterBreak="0">
    <w:nsid w:val="528167E0"/>
    <w:multiLevelType w:val="hybridMultilevel"/>
    <w:tmpl w:val="827AE2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F2916"/>
    <w:multiLevelType w:val="hybridMultilevel"/>
    <w:tmpl w:val="D92AA0D0"/>
    <w:lvl w:ilvl="0" w:tplc="ABECECAE">
      <w:start w:val="1"/>
      <w:numFmt w:val="decimal"/>
      <w:lvlText w:val="%1."/>
      <w:lvlJc w:val="left"/>
      <w:pPr>
        <w:ind w:left="579" w:hanging="428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970BA"/>
    <w:multiLevelType w:val="hybridMultilevel"/>
    <w:tmpl w:val="BE347C4C"/>
    <w:lvl w:ilvl="0" w:tplc="C8948E66">
      <w:start w:val="1"/>
      <w:numFmt w:val="bullet"/>
      <w:lvlText w:val="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D624459"/>
    <w:multiLevelType w:val="hybridMultilevel"/>
    <w:tmpl w:val="A44444FA"/>
    <w:lvl w:ilvl="0" w:tplc="96000FB8">
      <w:start w:val="1"/>
      <w:numFmt w:val="decimal"/>
      <w:lvlText w:val="%1."/>
      <w:lvlJc w:val="left"/>
      <w:pPr>
        <w:ind w:left="579" w:hanging="428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6D04AC96">
      <w:start w:val="1"/>
      <w:numFmt w:val="lowerLetter"/>
      <w:lvlText w:val="%2)"/>
      <w:lvlJc w:val="left"/>
      <w:pPr>
        <w:ind w:left="1570" w:hanging="339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949A68A2">
      <w:numFmt w:val="bullet"/>
      <w:lvlText w:val="•"/>
      <w:lvlJc w:val="left"/>
      <w:pPr>
        <w:ind w:left="2551" w:hanging="339"/>
      </w:pPr>
      <w:rPr>
        <w:rFonts w:hint="default"/>
        <w:lang w:val="it-IT" w:eastAsia="it-IT" w:bidi="it-IT"/>
      </w:rPr>
    </w:lvl>
    <w:lvl w:ilvl="3" w:tplc="B04E1C08">
      <w:numFmt w:val="bullet"/>
      <w:lvlText w:val="•"/>
      <w:lvlJc w:val="left"/>
      <w:pPr>
        <w:ind w:left="3522" w:hanging="339"/>
      </w:pPr>
      <w:rPr>
        <w:rFonts w:hint="default"/>
        <w:lang w:val="it-IT" w:eastAsia="it-IT" w:bidi="it-IT"/>
      </w:rPr>
    </w:lvl>
    <w:lvl w:ilvl="4" w:tplc="D9B6B31A">
      <w:numFmt w:val="bullet"/>
      <w:lvlText w:val="•"/>
      <w:lvlJc w:val="left"/>
      <w:pPr>
        <w:ind w:left="4493" w:hanging="339"/>
      </w:pPr>
      <w:rPr>
        <w:rFonts w:hint="default"/>
        <w:lang w:val="it-IT" w:eastAsia="it-IT" w:bidi="it-IT"/>
      </w:rPr>
    </w:lvl>
    <w:lvl w:ilvl="5" w:tplc="963C0968">
      <w:numFmt w:val="bullet"/>
      <w:lvlText w:val="•"/>
      <w:lvlJc w:val="left"/>
      <w:pPr>
        <w:ind w:left="5464" w:hanging="339"/>
      </w:pPr>
      <w:rPr>
        <w:rFonts w:hint="default"/>
        <w:lang w:val="it-IT" w:eastAsia="it-IT" w:bidi="it-IT"/>
      </w:rPr>
    </w:lvl>
    <w:lvl w:ilvl="6" w:tplc="18FE0C54">
      <w:numFmt w:val="bullet"/>
      <w:lvlText w:val="•"/>
      <w:lvlJc w:val="left"/>
      <w:pPr>
        <w:ind w:left="6435" w:hanging="339"/>
      </w:pPr>
      <w:rPr>
        <w:rFonts w:hint="default"/>
        <w:lang w:val="it-IT" w:eastAsia="it-IT" w:bidi="it-IT"/>
      </w:rPr>
    </w:lvl>
    <w:lvl w:ilvl="7" w:tplc="4C5A7978">
      <w:numFmt w:val="bullet"/>
      <w:lvlText w:val="•"/>
      <w:lvlJc w:val="left"/>
      <w:pPr>
        <w:ind w:left="7406" w:hanging="339"/>
      </w:pPr>
      <w:rPr>
        <w:rFonts w:hint="default"/>
        <w:lang w:val="it-IT" w:eastAsia="it-IT" w:bidi="it-IT"/>
      </w:rPr>
    </w:lvl>
    <w:lvl w:ilvl="8" w:tplc="95F428D8">
      <w:numFmt w:val="bullet"/>
      <w:lvlText w:val="•"/>
      <w:lvlJc w:val="left"/>
      <w:pPr>
        <w:ind w:left="8377" w:hanging="339"/>
      </w:pPr>
      <w:rPr>
        <w:rFonts w:hint="default"/>
        <w:lang w:val="it-IT" w:eastAsia="it-IT" w:bidi="it-IT"/>
      </w:rPr>
    </w:lvl>
  </w:abstractNum>
  <w:abstractNum w:abstractNumId="23" w15:restartNumberingAfterBreak="0">
    <w:nsid w:val="5D8037A2"/>
    <w:multiLevelType w:val="hybridMultilevel"/>
    <w:tmpl w:val="8ABE2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0444E"/>
    <w:multiLevelType w:val="hybridMultilevel"/>
    <w:tmpl w:val="D55CA4F4"/>
    <w:lvl w:ilvl="0" w:tplc="04100019">
      <w:start w:val="1"/>
      <w:numFmt w:val="lowerLetter"/>
      <w:lvlText w:val="%1."/>
      <w:lvlJc w:val="left"/>
      <w:pPr>
        <w:ind w:left="1299" w:hanging="360"/>
      </w:pPr>
    </w:lvl>
    <w:lvl w:ilvl="1" w:tplc="04100019" w:tentative="1">
      <w:start w:val="1"/>
      <w:numFmt w:val="lowerLetter"/>
      <w:lvlText w:val="%2."/>
      <w:lvlJc w:val="left"/>
      <w:pPr>
        <w:ind w:left="2019" w:hanging="360"/>
      </w:pPr>
    </w:lvl>
    <w:lvl w:ilvl="2" w:tplc="0410001B" w:tentative="1">
      <w:start w:val="1"/>
      <w:numFmt w:val="lowerRoman"/>
      <w:lvlText w:val="%3."/>
      <w:lvlJc w:val="right"/>
      <w:pPr>
        <w:ind w:left="2739" w:hanging="180"/>
      </w:pPr>
    </w:lvl>
    <w:lvl w:ilvl="3" w:tplc="0410000F" w:tentative="1">
      <w:start w:val="1"/>
      <w:numFmt w:val="decimal"/>
      <w:lvlText w:val="%4."/>
      <w:lvlJc w:val="left"/>
      <w:pPr>
        <w:ind w:left="3459" w:hanging="360"/>
      </w:pPr>
    </w:lvl>
    <w:lvl w:ilvl="4" w:tplc="04100019" w:tentative="1">
      <w:start w:val="1"/>
      <w:numFmt w:val="lowerLetter"/>
      <w:lvlText w:val="%5."/>
      <w:lvlJc w:val="left"/>
      <w:pPr>
        <w:ind w:left="4179" w:hanging="360"/>
      </w:pPr>
    </w:lvl>
    <w:lvl w:ilvl="5" w:tplc="0410001B" w:tentative="1">
      <w:start w:val="1"/>
      <w:numFmt w:val="lowerRoman"/>
      <w:lvlText w:val="%6."/>
      <w:lvlJc w:val="right"/>
      <w:pPr>
        <w:ind w:left="4899" w:hanging="180"/>
      </w:pPr>
    </w:lvl>
    <w:lvl w:ilvl="6" w:tplc="0410000F" w:tentative="1">
      <w:start w:val="1"/>
      <w:numFmt w:val="decimal"/>
      <w:lvlText w:val="%7."/>
      <w:lvlJc w:val="left"/>
      <w:pPr>
        <w:ind w:left="5619" w:hanging="360"/>
      </w:pPr>
    </w:lvl>
    <w:lvl w:ilvl="7" w:tplc="04100019" w:tentative="1">
      <w:start w:val="1"/>
      <w:numFmt w:val="lowerLetter"/>
      <w:lvlText w:val="%8."/>
      <w:lvlJc w:val="left"/>
      <w:pPr>
        <w:ind w:left="6339" w:hanging="360"/>
      </w:pPr>
    </w:lvl>
    <w:lvl w:ilvl="8" w:tplc="0410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5" w15:restartNumberingAfterBreak="0">
    <w:nsid w:val="629F49F0"/>
    <w:multiLevelType w:val="hybridMultilevel"/>
    <w:tmpl w:val="55505950"/>
    <w:lvl w:ilvl="0" w:tplc="F71A23E4">
      <w:start w:val="5"/>
      <w:numFmt w:val="decimal"/>
      <w:lvlText w:val="%1."/>
      <w:lvlJc w:val="left"/>
      <w:pPr>
        <w:ind w:left="512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58B8EB4A">
      <w:numFmt w:val="bullet"/>
      <w:lvlText w:val="□"/>
      <w:lvlJc w:val="left"/>
      <w:pPr>
        <w:ind w:left="718" w:hanging="2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0A6E7802">
      <w:numFmt w:val="bullet"/>
      <w:lvlText w:val="-"/>
      <w:lvlJc w:val="left"/>
      <w:pPr>
        <w:ind w:left="860" w:hanging="284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3" w:tplc="7A80E8F0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4" w:tplc="C720BABC">
      <w:numFmt w:val="bullet"/>
      <w:lvlText w:val="•"/>
      <w:lvlJc w:val="left"/>
      <w:pPr>
        <w:ind w:left="860" w:hanging="284"/>
      </w:pPr>
      <w:rPr>
        <w:rFonts w:hint="default"/>
        <w:lang w:val="it-IT" w:eastAsia="it-IT" w:bidi="it-IT"/>
      </w:rPr>
    </w:lvl>
    <w:lvl w:ilvl="5" w:tplc="5164DB54">
      <w:numFmt w:val="bullet"/>
      <w:lvlText w:val="•"/>
      <w:lvlJc w:val="left"/>
      <w:pPr>
        <w:ind w:left="900" w:hanging="284"/>
      </w:pPr>
      <w:rPr>
        <w:rFonts w:hint="default"/>
        <w:lang w:val="it-IT" w:eastAsia="it-IT" w:bidi="it-IT"/>
      </w:rPr>
    </w:lvl>
    <w:lvl w:ilvl="6" w:tplc="C4928830">
      <w:numFmt w:val="bullet"/>
      <w:lvlText w:val="•"/>
      <w:lvlJc w:val="left"/>
      <w:pPr>
        <w:ind w:left="2784" w:hanging="284"/>
      </w:pPr>
      <w:rPr>
        <w:rFonts w:hint="default"/>
        <w:lang w:val="it-IT" w:eastAsia="it-IT" w:bidi="it-IT"/>
      </w:rPr>
    </w:lvl>
    <w:lvl w:ilvl="7" w:tplc="FD10DE00">
      <w:numFmt w:val="bullet"/>
      <w:lvlText w:val="•"/>
      <w:lvlJc w:val="left"/>
      <w:pPr>
        <w:ind w:left="4668" w:hanging="284"/>
      </w:pPr>
      <w:rPr>
        <w:rFonts w:hint="default"/>
        <w:lang w:val="it-IT" w:eastAsia="it-IT" w:bidi="it-IT"/>
      </w:rPr>
    </w:lvl>
    <w:lvl w:ilvl="8" w:tplc="445CFFB6">
      <w:numFmt w:val="bullet"/>
      <w:lvlText w:val="•"/>
      <w:lvlJc w:val="left"/>
      <w:pPr>
        <w:ind w:left="6552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6CA7042D"/>
    <w:multiLevelType w:val="hybridMultilevel"/>
    <w:tmpl w:val="E77C0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23F52"/>
    <w:multiLevelType w:val="hybridMultilevel"/>
    <w:tmpl w:val="EF727198"/>
    <w:lvl w:ilvl="0" w:tplc="F71A23E4">
      <w:start w:val="5"/>
      <w:numFmt w:val="decimal"/>
      <w:lvlText w:val="%1."/>
      <w:lvlJc w:val="left"/>
      <w:pPr>
        <w:ind w:left="512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58B8EB4A">
      <w:numFmt w:val="bullet"/>
      <w:lvlText w:val="□"/>
      <w:lvlJc w:val="left"/>
      <w:pPr>
        <w:ind w:left="718" w:hanging="2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0A6E7802">
      <w:numFmt w:val="bullet"/>
      <w:lvlText w:val="-"/>
      <w:lvlJc w:val="left"/>
      <w:pPr>
        <w:ind w:left="860" w:hanging="284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3" w:tplc="7A80E8F0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4" w:tplc="C720BABC">
      <w:numFmt w:val="bullet"/>
      <w:lvlText w:val="•"/>
      <w:lvlJc w:val="left"/>
      <w:pPr>
        <w:ind w:left="860" w:hanging="284"/>
      </w:pPr>
      <w:rPr>
        <w:rFonts w:hint="default"/>
        <w:lang w:val="it-IT" w:eastAsia="it-IT" w:bidi="it-IT"/>
      </w:rPr>
    </w:lvl>
    <w:lvl w:ilvl="5" w:tplc="5164DB54">
      <w:numFmt w:val="bullet"/>
      <w:lvlText w:val="•"/>
      <w:lvlJc w:val="left"/>
      <w:pPr>
        <w:ind w:left="900" w:hanging="284"/>
      </w:pPr>
      <w:rPr>
        <w:rFonts w:hint="default"/>
        <w:lang w:val="it-IT" w:eastAsia="it-IT" w:bidi="it-IT"/>
      </w:rPr>
    </w:lvl>
    <w:lvl w:ilvl="6" w:tplc="C4928830">
      <w:numFmt w:val="bullet"/>
      <w:lvlText w:val="•"/>
      <w:lvlJc w:val="left"/>
      <w:pPr>
        <w:ind w:left="2784" w:hanging="284"/>
      </w:pPr>
      <w:rPr>
        <w:rFonts w:hint="default"/>
        <w:lang w:val="it-IT" w:eastAsia="it-IT" w:bidi="it-IT"/>
      </w:rPr>
    </w:lvl>
    <w:lvl w:ilvl="7" w:tplc="FD10DE00">
      <w:numFmt w:val="bullet"/>
      <w:lvlText w:val="•"/>
      <w:lvlJc w:val="left"/>
      <w:pPr>
        <w:ind w:left="4668" w:hanging="284"/>
      </w:pPr>
      <w:rPr>
        <w:rFonts w:hint="default"/>
        <w:lang w:val="it-IT" w:eastAsia="it-IT" w:bidi="it-IT"/>
      </w:rPr>
    </w:lvl>
    <w:lvl w:ilvl="8" w:tplc="445CFFB6">
      <w:numFmt w:val="bullet"/>
      <w:lvlText w:val="•"/>
      <w:lvlJc w:val="left"/>
      <w:pPr>
        <w:ind w:left="6552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7603256C"/>
    <w:multiLevelType w:val="hybridMultilevel"/>
    <w:tmpl w:val="BB1A79D8"/>
    <w:lvl w:ilvl="0" w:tplc="E3F497E8">
      <w:start w:val="1"/>
      <w:numFmt w:val="decimal"/>
      <w:lvlText w:val="%1."/>
      <w:lvlJc w:val="left"/>
      <w:pPr>
        <w:ind w:left="579" w:hanging="428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125A5BD0">
      <w:numFmt w:val="bullet"/>
      <w:lvlText w:val=""/>
      <w:lvlJc w:val="left"/>
      <w:pPr>
        <w:ind w:left="1570" w:hanging="339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2" w:tplc="D0606CBE">
      <w:numFmt w:val="bullet"/>
      <w:lvlText w:val="•"/>
      <w:lvlJc w:val="left"/>
      <w:pPr>
        <w:ind w:left="2551" w:hanging="339"/>
      </w:pPr>
      <w:rPr>
        <w:rFonts w:hint="default"/>
        <w:lang w:val="it-IT" w:eastAsia="it-IT" w:bidi="it-IT"/>
      </w:rPr>
    </w:lvl>
    <w:lvl w:ilvl="3" w:tplc="1E82C168">
      <w:numFmt w:val="bullet"/>
      <w:lvlText w:val="•"/>
      <w:lvlJc w:val="left"/>
      <w:pPr>
        <w:ind w:left="3522" w:hanging="339"/>
      </w:pPr>
      <w:rPr>
        <w:rFonts w:hint="default"/>
        <w:lang w:val="it-IT" w:eastAsia="it-IT" w:bidi="it-IT"/>
      </w:rPr>
    </w:lvl>
    <w:lvl w:ilvl="4" w:tplc="4C3AE64C">
      <w:numFmt w:val="bullet"/>
      <w:lvlText w:val="•"/>
      <w:lvlJc w:val="left"/>
      <w:pPr>
        <w:ind w:left="4493" w:hanging="339"/>
      </w:pPr>
      <w:rPr>
        <w:rFonts w:hint="default"/>
        <w:lang w:val="it-IT" w:eastAsia="it-IT" w:bidi="it-IT"/>
      </w:rPr>
    </w:lvl>
    <w:lvl w:ilvl="5" w:tplc="B7AA69D6">
      <w:numFmt w:val="bullet"/>
      <w:lvlText w:val="•"/>
      <w:lvlJc w:val="left"/>
      <w:pPr>
        <w:ind w:left="5464" w:hanging="339"/>
      </w:pPr>
      <w:rPr>
        <w:rFonts w:hint="default"/>
        <w:lang w:val="it-IT" w:eastAsia="it-IT" w:bidi="it-IT"/>
      </w:rPr>
    </w:lvl>
    <w:lvl w:ilvl="6" w:tplc="BA12D11E">
      <w:numFmt w:val="bullet"/>
      <w:lvlText w:val="•"/>
      <w:lvlJc w:val="left"/>
      <w:pPr>
        <w:ind w:left="6435" w:hanging="339"/>
      </w:pPr>
      <w:rPr>
        <w:rFonts w:hint="default"/>
        <w:lang w:val="it-IT" w:eastAsia="it-IT" w:bidi="it-IT"/>
      </w:rPr>
    </w:lvl>
    <w:lvl w:ilvl="7" w:tplc="07F0E0C0">
      <w:numFmt w:val="bullet"/>
      <w:lvlText w:val="•"/>
      <w:lvlJc w:val="left"/>
      <w:pPr>
        <w:ind w:left="7406" w:hanging="339"/>
      </w:pPr>
      <w:rPr>
        <w:rFonts w:hint="default"/>
        <w:lang w:val="it-IT" w:eastAsia="it-IT" w:bidi="it-IT"/>
      </w:rPr>
    </w:lvl>
    <w:lvl w:ilvl="8" w:tplc="E53845A6">
      <w:numFmt w:val="bullet"/>
      <w:lvlText w:val="•"/>
      <w:lvlJc w:val="left"/>
      <w:pPr>
        <w:ind w:left="8377" w:hanging="339"/>
      </w:pPr>
      <w:rPr>
        <w:rFonts w:hint="default"/>
        <w:lang w:val="it-IT" w:eastAsia="it-IT" w:bidi="it-IT"/>
      </w:rPr>
    </w:lvl>
  </w:abstractNum>
  <w:abstractNum w:abstractNumId="29" w15:restartNumberingAfterBreak="0">
    <w:nsid w:val="77EF5697"/>
    <w:multiLevelType w:val="hybridMultilevel"/>
    <w:tmpl w:val="431632FC"/>
    <w:lvl w:ilvl="0" w:tplc="4394F1E6">
      <w:numFmt w:val="bullet"/>
      <w:lvlText w:val=""/>
      <w:lvlJc w:val="left"/>
      <w:pPr>
        <w:ind w:left="1155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AC583044">
      <w:numFmt w:val="bullet"/>
      <w:lvlText w:val="•"/>
      <w:lvlJc w:val="left"/>
      <w:pPr>
        <w:ind w:left="2076" w:hanging="360"/>
      </w:pPr>
      <w:rPr>
        <w:rFonts w:hint="default"/>
        <w:lang w:val="it-IT" w:eastAsia="it-IT" w:bidi="it-IT"/>
      </w:rPr>
    </w:lvl>
    <w:lvl w:ilvl="2" w:tplc="30940260">
      <w:numFmt w:val="bullet"/>
      <w:lvlText w:val="•"/>
      <w:lvlJc w:val="left"/>
      <w:pPr>
        <w:ind w:left="2992" w:hanging="360"/>
      </w:pPr>
      <w:rPr>
        <w:rFonts w:hint="default"/>
        <w:lang w:val="it-IT" w:eastAsia="it-IT" w:bidi="it-IT"/>
      </w:rPr>
    </w:lvl>
    <w:lvl w:ilvl="3" w:tplc="686A094E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4" w:tplc="4D48544E">
      <w:numFmt w:val="bullet"/>
      <w:lvlText w:val="•"/>
      <w:lvlJc w:val="left"/>
      <w:pPr>
        <w:ind w:left="4824" w:hanging="360"/>
      </w:pPr>
      <w:rPr>
        <w:rFonts w:hint="default"/>
        <w:lang w:val="it-IT" w:eastAsia="it-IT" w:bidi="it-IT"/>
      </w:rPr>
    </w:lvl>
    <w:lvl w:ilvl="5" w:tplc="90102B8C">
      <w:numFmt w:val="bullet"/>
      <w:lvlText w:val="•"/>
      <w:lvlJc w:val="left"/>
      <w:pPr>
        <w:ind w:left="5740" w:hanging="360"/>
      </w:pPr>
      <w:rPr>
        <w:rFonts w:hint="default"/>
        <w:lang w:val="it-IT" w:eastAsia="it-IT" w:bidi="it-IT"/>
      </w:rPr>
    </w:lvl>
    <w:lvl w:ilvl="6" w:tplc="1ACA27D0">
      <w:numFmt w:val="bullet"/>
      <w:lvlText w:val="•"/>
      <w:lvlJc w:val="left"/>
      <w:pPr>
        <w:ind w:left="6656" w:hanging="360"/>
      </w:pPr>
      <w:rPr>
        <w:rFonts w:hint="default"/>
        <w:lang w:val="it-IT" w:eastAsia="it-IT" w:bidi="it-IT"/>
      </w:rPr>
    </w:lvl>
    <w:lvl w:ilvl="7" w:tplc="BA1EAB70">
      <w:numFmt w:val="bullet"/>
      <w:lvlText w:val="•"/>
      <w:lvlJc w:val="left"/>
      <w:pPr>
        <w:ind w:left="7572" w:hanging="360"/>
      </w:pPr>
      <w:rPr>
        <w:rFonts w:hint="default"/>
        <w:lang w:val="it-IT" w:eastAsia="it-IT" w:bidi="it-IT"/>
      </w:rPr>
    </w:lvl>
    <w:lvl w:ilvl="8" w:tplc="751069EA">
      <w:numFmt w:val="bullet"/>
      <w:lvlText w:val="•"/>
      <w:lvlJc w:val="left"/>
      <w:pPr>
        <w:ind w:left="8488" w:hanging="360"/>
      </w:pPr>
      <w:rPr>
        <w:rFonts w:hint="default"/>
        <w:lang w:val="it-IT" w:eastAsia="it-IT" w:bidi="it-IT"/>
      </w:rPr>
    </w:lvl>
  </w:abstractNum>
  <w:abstractNum w:abstractNumId="30" w15:restartNumberingAfterBreak="0">
    <w:nsid w:val="7975405E"/>
    <w:multiLevelType w:val="hybridMultilevel"/>
    <w:tmpl w:val="5C768D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806C1"/>
    <w:multiLevelType w:val="hybridMultilevel"/>
    <w:tmpl w:val="4C2833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F0F37"/>
    <w:multiLevelType w:val="hybridMultilevel"/>
    <w:tmpl w:val="5D9ECED6"/>
    <w:lvl w:ilvl="0" w:tplc="59A220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012D0"/>
    <w:multiLevelType w:val="hybridMultilevel"/>
    <w:tmpl w:val="F880ED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28"/>
  </w:num>
  <w:num w:numId="4">
    <w:abstractNumId w:val="7"/>
  </w:num>
  <w:num w:numId="5">
    <w:abstractNumId w:val="11"/>
  </w:num>
  <w:num w:numId="6">
    <w:abstractNumId w:val="29"/>
  </w:num>
  <w:num w:numId="7">
    <w:abstractNumId w:val="25"/>
  </w:num>
  <w:num w:numId="8">
    <w:abstractNumId w:val="12"/>
  </w:num>
  <w:num w:numId="9">
    <w:abstractNumId w:val="30"/>
  </w:num>
  <w:num w:numId="10">
    <w:abstractNumId w:val="8"/>
  </w:num>
  <w:num w:numId="11">
    <w:abstractNumId w:val="10"/>
  </w:num>
  <w:num w:numId="12">
    <w:abstractNumId w:val="24"/>
  </w:num>
  <w:num w:numId="13">
    <w:abstractNumId w:val="16"/>
  </w:num>
  <w:num w:numId="14">
    <w:abstractNumId w:val="9"/>
  </w:num>
  <w:num w:numId="15">
    <w:abstractNumId w:val="3"/>
  </w:num>
  <w:num w:numId="16">
    <w:abstractNumId w:val="13"/>
  </w:num>
  <w:num w:numId="17">
    <w:abstractNumId w:val="33"/>
  </w:num>
  <w:num w:numId="18">
    <w:abstractNumId w:val="1"/>
  </w:num>
  <w:num w:numId="19">
    <w:abstractNumId w:val="26"/>
  </w:num>
  <w:num w:numId="20">
    <w:abstractNumId w:val="5"/>
  </w:num>
  <w:num w:numId="21">
    <w:abstractNumId w:val="15"/>
  </w:num>
  <w:num w:numId="22">
    <w:abstractNumId w:val="4"/>
  </w:num>
  <w:num w:numId="23">
    <w:abstractNumId w:val="14"/>
  </w:num>
  <w:num w:numId="24">
    <w:abstractNumId w:val="19"/>
  </w:num>
  <w:num w:numId="25">
    <w:abstractNumId w:val="32"/>
  </w:num>
  <w:num w:numId="26">
    <w:abstractNumId w:val="17"/>
  </w:num>
  <w:num w:numId="27">
    <w:abstractNumId w:val="27"/>
  </w:num>
  <w:num w:numId="28">
    <w:abstractNumId w:val="21"/>
  </w:num>
  <w:num w:numId="29">
    <w:abstractNumId w:val="6"/>
  </w:num>
  <w:num w:numId="30">
    <w:abstractNumId w:val="2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1"/>
  </w:num>
  <w:num w:numId="34">
    <w:abstractNumId w:val="23"/>
  </w:num>
  <w:num w:numId="35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923"/>
    <w:rsid w:val="00006FF2"/>
    <w:rsid w:val="00021525"/>
    <w:rsid w:val="000304C3"/>
    <w:rsid w:val="0004434A"/>
    <w:rsid w:val="000476E6"/>
    <w:rsid w:val="00056B05"/>
    <w:rsid w:val="00070912"/>
    <w:rsid w:val="00091F1E"/>
    <w:rsid w:val="00094195"/>
    <w:rsid w:val="000C3192"/>
    <w:rsid w:val="000C5CE5"/>
    <w:rsid w:val="000E167C"/>
    <w:rsid w:val="0012515A"/>
    <w:rsid w:val="00136345"/>
    <w:rsid w:val="001363C2"/>
    <w:rsid w:val="0013690E"/>
    <w:rsid w:val="00161054"/>
    <w:rsid w:val="001618B5"/>
    <w:rsid w:val="001666F9"/>
    <w:rsid w:val="001C5F94"/>
    <w:rsid w:val="001C64DF"/>
    <w:rsid w:val="001D3E72"/>
    <w:rsid w:val="00211BA1"/>
    <w:rsid w:val="002200E2"/>
    <w:rsid w:val="00240DF9"/>
    <w:rsid w:val="0025019B"/>
    <w:rsid w:val="002658D0"/>
    <w:rsid w:val="0026736F"/>
    <w:rsid w:val="00267861"/>
    <w:rsid w:val="00273BEC"/>
    <w:rsid w:val="002777EB"/>
    <w:rsid w:val="0029210F"/>
    <w:rsid w:val="002D5C31"/>
    <w:rsid w:val="002E540F"/>
    <w:rsid w:val="002F2E39"/>
    <w:rsid w:val="002F7D5A"/>
    <w:rsid w:val="0030390E"/>
    <w:rsid w:val="00306A28"/>
    <w:rsid w:val="00361B93"/>
    <w:rsid w:val="00366223"/>
    <w:rsid w:val="003B62A1"/>
    <w:rsid w:val="003B6939"/>
    <w:rsid w:val="003B7AFC"/>
    <w:rsid w:val="003C18A6"/>
    <w:rsid w:val="003D7632"/>
    <w:rsid w:val="003F1F6A"/>
    <w:rsid w:val="003F7247"/>
    <w:rsid w:val="00400ECB"/>
    <w:rsid w:val="00406B0B"/>
    <w:rsid w:val="00414687"/>
    <w:rsid w:val="004152FF"/>
    <w:rsid w:val="00425EB3"/>
    <w:rsid w:val="00427FCE"/>
    <w:rsid w:val="004553D1"/>
    <w:rsid w:val="00472AC2"/>
    <w:rsid w:val="00480979"/>
    <w:rsid w:val="00496988"/>
    <w:rsid w:val="004B712E"/>
    <w:rsid w:val="004C21D1"/>
    <w:rsid w:val="004D0A16"/>
    <w:rsid w:val="004D2742"/>
    <w:rsid w:val="004F2858"/>
    <w:rsid w:val="004F2D02"/>
    <w:rsid w:val="00502602"/>
    <w:rsid w:val="0051042B"/>
    <w:rsid w:val="00521643"/>
    <w:rsid w:val="00527582"/>
    <w:rsid w:val="00567B66"/>
    <w:rsid w:val="00581603"/>
    <w:rsid w:val="005834AE"/>
    <w:rsid w:val="00594C3C"/>
    <w:rsid w:val="005A71E9"/>
    <w:rsid w:val="005D1909"/>
    <w:rsid w:val="005F4A76"/>
    <w:rsid w:val="006047B1"/>
    <w:rsid w:val="00604C42"/>
    <w:rsid w:val="006378D4"/>
    <w:rsid w:val="006413DD"/>
    <w:rsid w:val="006605C4"/>
    <w:rsid w:val="0067152E"/>
    <w:rsid w:val="0069445B"/>
    <w:rsid w:val="00697C6D"/>
    <w:rsid w:val="006A5018"/>
    <w:rsid w:val="006C0EEE"/>
    <w:rsid w:val="006C2DFB"/>
    <w:rsid w:val="006D65C9"/>
    <w:rsid w:val="006F011F"/>
    <w:rsid w:val="006F28BC"/>
    <w:rsid w:val="006F3028"/>
    <w:rsid w:val="00707A5E"/>
    <w:rsid w:val="00723CA6"/>
    <w:rsid w:val="007537DB"/>
    <w:rsid w:val="00757770"/>
    <w:rsid w:val="00762A2F"/>
    <w:rsid w:val="00783CD3"/>
    <w:rsid w:val="00791E0B"/>
    <w:rsid w:val="007B121D"/>
    <w:rsid w:val="007B3B08"/>
    <w:rsid w:val="007C22D6"/>
    <w:rsid w:val="007F065A"/>
    <w:rsid w:val="00806867"/>
    <w:rsid w:val="0083026C"/>
    <w:rsid w:val="00870720"/>
    <w:rsid w:val="008C2FC3"/>
    <w:rsid w:val="008D5318"/>
    <w:rsid w:val="008E7148"/>
    <w:rsid w:val="008F6442"/>
    <w:rsid w:val="00900CFA"/>
    <w:rsid w:val="0090418B"/>
    <w:rsid w:val="00935232"/>
    <w:rsid w:val="00953E39"/>
    <w:rsid w:val="0095508E"/>
    <w:rsid w:val="00973478"/>
    <w:rsid w:val="00992F4F"/>
    <w:rsid w:val="009A6AE3"/>
    <w:rsid w:val="009C6072"/>
    <w:rsid w:val="009F1FA0"/>
    <w:rsid w:val="00A247FC"/>
    <w:rsid w:val="00A25A4D"/>
    <w:rsid w:val="00A3490D"/>
    <w:rsid w:val="00A35FD7"/>
    <w:rsid w:val="00A6476B"/>
    <w:rsid w:val="00A74D5A"/>
    <w:rsid w:val="00A753A6"/>
    <w:rsid w:val="00A867DD"/>
    <w:rsid w:val="00AA16C5"/>
    <w:rsid w:val="00AA59D1"/>
    <w:rsid w:val="00AA6540"/>
    <w:rsid w:val="00AB43F7"/>
    <w:rsid w:val="00AE5BDB"/>
    <w:rsid w:val="00AE69B8"/>
    <w:rsid w:val="00AE7BE6"/>
    <w:rsid w:val="00AF0886"/>
    <w:rsid w:val="00B13D8E"/>
    <w:rsid w:val="00B2257D"/>
    <w:rsid w:val="00B40132"/>
    <w:rsid w:val="00B50C58"/>
    <w:rsid w:val="00B53F7C"/>
    <w:rsid w:val="00B659E0"/>
    <w:rsid w:val="00B77848"/>
    <w:rsid w:val="00B77F4B"/>
    <w:rsid w:val="00B84D55"/>
    <w:rsid w:val="00BA7D96"/>
    <w:rsid w:val="00BC36B5"/>
    <w:rsid w:val="00BD1530"/>
    <w:rsid w:val="00BD17C3"/>
    <w:rsid w:val="00BF206E"/>
    <w:rsid w:val="00BF65AA"/>
    <w:rsid w:val="00C12451"/>
    <w:rsid w:val="00C15E3C"/>
    <w:rsid w:val="00C351F5"/>
    <w:rsid w:val="00C45C80"/>
    <w:rsid w:val="00C74783"/>
    <w:rsid w:val="00CA3727"/>
    <w:rsid w:val="00CD08CF"/>
    <w:rsid w:val="00CE048D"/>
    <w:rsid w:val="00D246BD"/>
    <w:rsid w:val="00D308AB"/>
    <w:rsid w:val="00D51016"/>
    <w:rsid w:val="00D75888"/>
    <w:rsid w:val="00D80848"/>
    <w:rsid w:val="00D87ABB"/>
    <w:rsid w:val="00D90DBA"/>
    <w:rsid w:val="00DA6567"/>
    <w:rsid w:val="00DB2CAA"/>
    <w:rsid w:val="00DC462D"/>
    <w:rsid w:val="00DD7538"/>
    <w:rsid w:val="00DF4557"/>
    <w:rsid w:val="00E34274"/>
    <w:rsid w:val="00E464AE"/>
    <w:rsid w:val="00EA13B3"/>
    <w:rsid w:val="00EB044C"/>
    <w:rsid w:val="00ED01BE"/>
    <w:rsid w:val="00F90405"/>
    <w:rsid w:val="00FA51FF"/>
    <w:rsid w:val="00FB0A95"/>
    <w:rsid w:val="00FB3D61"/>
    <w:rsid w:val="00FB4804"/>
    <w:rsid w:val="00FD56D6"/>
    <w:rsid w:val="00FD6923"/>
    <w:rsid w:val="00FE0867"/>
    <w:rsid w:val="00FF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5DA1831B"/>
  <w15:docId w15:val="{7B6338CB-019C-4EBA-9300-DF8DA181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FC3"/>
    <w:pPr>
      <w:jc w:val="both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00C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0C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34274"/>
    <w:pPr>
      <w:keepNext/>
      <w:jc w:val="center"/>
      <w:outlineLvl w:val="2"/>
    </w:pPr>
    <w:rPr>
      <w:sz w:val="40"/>
    </w:rPr>
  </w:style>
  <w:style w:type="paragraph" w:styleId="Titolo5">
    <w:name w:val="heading 5"/>
    <w:basedOn w:val="Normale"/>
    <w:next w:val="Normale"/>
    <w:qFormat/>
    <w:rsid w:val="00E34274"/>
    <w:pPr>
      <w:keepNext/>
      <w:outlineLvl w:val="4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4274"/>
    <w:pPr>
      <w:jc w:val="center"/>
    </w:pPr>
    <w:rPr>
      <w:b/>
      <w:bCs/>
      <w:sz w:val="32"/>
    </w:rPr>
  </w:style>
  <w:style w:type="paragraph" w:styleId="Corpotesto">
    <w:name w:val="Body Text"/>
    <w:basedOn w:val="Normale"/>
    <w:rsid w:val="00E34274"/>
    <w:pPr>
      <w:autoSpaceDE w:val="0"/>
      <w:autoSpaceDN w:val="0"/>
      <w:adjustRightInd w:val="0"/>
      <w:spacing w:line="240" w:lineRule="atLeast"/>
    </w:pPr>
    <w:rPr>
      <w:color w:val="000000"/>
      <w:szCs w:val="24"/>
    </w:rPr>
  </w:style>
  <w:style w:type="paragraph" w:styleId="Sottotitolo">
    <w:name w:val="Subtitle"/>
    <w:basedOn w:val="Normale"/>
    <w:qFormat/>
    <w:rsid w:val="00E34274"/>
    <w:pPr>
      <w:jc w:val="right"/>
    </w:pPr>
    <w:rPr>
      <w:b/>
      <w:bCs/>
      <w:color w:val="000000"/>
    </w:rPr>
  </w:style>
  <w:style w:type="table" w:styleId="Grigliatabella">
    <w:name w:val="Table Grid"/>
    <w:basedOn w:val="Tabellanormale"/>
    <w:rsid w:val="00E34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00CFA"/>
    <w:rPr>
      <w:rFonts w:ascii="Cambria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0CFA"/>
    <w:rPr>
      <w:rFonts w:ascii="Cambria" w:hAnsi="Cambria"/>
      <w:b/>
      <w:bCs/>
      <w:i/>
      <w:iCs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900CF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900CFA"/>
    <w:rPr>
      <w:b/>
      <w:bCs/>
    </w:rPr>
  </w:style>
  <w:style w:type="paragraph" w:styleId="Paragrafoelenco">
    <w:name w:val="List Paragraph"/>
    <w:basedOn w:val="Normale"/>
    <w:uiPriority w:val="34"/>
    <w:qFormat/>
    <w:rsid w:val="00406B0B"/>
    <w:pPr>
      <w:widowControl w:val="0"/>
      <w:autoSpaceDE w:val="0"/>
      <w:autoSpaceDN w:val="0"/>
      <w:ind w:left="579" w:hanging="428"/>
    </w:pPr>
    <w:rPr>
      <w:rFonts w:ascii="Verdana" w:eastAsia="Verdana" w:hAnsi="Verdana" w:cs="Verdana"/>
      <w:sz w:val="22"/>
      <w:szCs w:val="22"/>
      <w:lang w:bidi="it-IT"/>
    </w:rPr>
  </w:style>
  <w:style w:type="paragraph" w:customStyle="1" w:styleId="Titolo11">
    <w:name w:val="Titolo 11"/>
    <w:basedOn w:val="Normale"/>
    <w:uiPriority w:val="1"/>
    <w:qFormat/>
    <w:rsid w:val="00406B0B"/>
    <w:pPr>
      <w:widowControl w:val="0"/>
      <w:autoSpaceDE w:val="0"/>
      <w:autoSpaceDN w:val="0"/>
      <w:ind w:left="151"/>
      <w:jc w:val="left"/>
      <w:outlineLvl w:val="1"/>
    </w:pPr>
    <w:rPr>
      <w:rFonts w:ascii="Verdana" w:eastAsia="Verdana" w:hAnsi="Verdana" w:cs="Verdana"/>
      <w:b/>
      <w:bCs/>
      <w:sz w:val="20"/>
      <w:lang w:bidi="it-IT"/>
    </w:rPr>
  </w:style>
  <w:style w:type="table" w:customStyle="1" w:styleId="TableNormal">
    <w:name w:val="Table Normal"/>
    <w:uiPriority w:val="2"/>
    <w:semiHidden/>
    <w:unhideWhenUsed/>
    <w:qFormat/>
    <w:rsid w:val="00B659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659E0"/>
    <w:pPr>
      <w:widowControl w:val="0"/>
      <w:autoSpaceDE w:val="0"/>
      <w:autoSpaceDN w:val="0"/>
      <w:spacing w:before="60" w:line="224" w:lineRule="exact"/>
      <w:jc w:val="left"/>
    </w:pPr>
    <w:rPr>
      <w:rFonts w:ascii="Verdana" w:eastAsia="Verdana" w:hAnsi="Verdana" w:cs="Verdana"/>
      <w:sz w:val="22"/>
      <w:szCs w:val="22"/>
      <w:lang w:bidi="it-IT"/>
    </w:rPr>
  </w:style>
  <w:style w:type="paragraph" w:styleId="Nessunaspaziatura">
    <w:name w:val="No Spacing"/>
    <w:uiPriority w:val="1"/>
    <w:qFormat/>
    <w:rsid w:val="0097347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C0EE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F0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F08CF"/>
    <w:rPr>
      <w:rFonts w:ascii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A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A4D"/>
    <w:rPr>
      <w:rFonts w:ascii="Tahoma" w:hAnsi="Tahoma" w:cs="Tahoma"/>
      <w:sz w:val="16"/>
      <w:szCs w:val="16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95508E"/>
    <w:pPr>
      <w:jc w:val="left"/>
    </w:pPr>
    <w:rPr>
      <w:rFonts w:eastAsiaTheme="minorHAnsi"/>
      <w:i/>
      <w:iCs/>
      <w:color w:val="000000"/>
      <w:szCs w:val="24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95508E"/>
    <w:rPr>
      <w:rFonts w:eastAsiaTheme="minorHAnsi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Comuni\broni\det\sicraweb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FC4D4-801F-44F5-8B19-B1E6DC9F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sicraweb</Template>
  <TotalTime>4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5940</CharactersWithSpaces>
  <SharedDoc>false</SharedDoc>
  <HLinks>
    <vt:vector size="24" baseType="variant">
      <vt:variant>
        <vt:i4>6684769</vt:i4>
      </vt:variant>
      <vt:variant>
        <vt:i4>9</vt:i4>
      </vt:variant>
      <vt:variant>
        <vt:i4>0</vt:i4>
      </vt:variant>
      <vt:variant>
        <vt:i4>5</vt:i4>
      </vt:variant>
      <vt:variant>
        <vt:lpwstr>http://www.comune.broni.pv.it./</vt:lpwstr>
      </vt:variant>
      <vt:variant>
        <vt:lpwstr/>
      </vt:variant>
      <vt:variant>
        <vt:i4>4718686</vt:i4>
      </vt:variant>
      <vt:variant>
        <vt:i4>6</vt:i4>
      </vt:variant>
      <vt:variant>
        <vt:i4>0</vt:i4>
      </vt:variant>
      <vt:variant>
        <vt:i4>5</vt:i4>
      </vt:variant>
      <vt:variant>
        <vt:lpwstr>http://www.funzionepubblica.gov.it/strumenti-e-controlli/modulistica</vt:lpwstr>
      </vt:variant>
      <vt:variant>
        <vt:lpwstr/>
      </vt:variant>
      <vt:variant>
        <vt:i4>1835048</vt:i4>
      </vt:variant>
      <vt:variant>
        <vt:i4>3</vt:i4>
      </vt:variant>
      <vt:variant>
        <vt:i4>0</vt:i4>
      </vt:variant>
      <vt:variant>
        <vt:i4>5</vt:i4>
      </vt:variant>
      <vt:variant>
        <vt:lpwstr>mailto:info@comune.broni.pv.it</vt:lpwstr>
      </vt:variant>
      <vt:variant>
        <vt:lpwstr/>
      </vt:variant>
      <vt:variant>
        <vt:i4>6750305</vt:i4>
      </vt:variant>
      <vt:variant>
        <vt:i4>0</vt:i4>
      </vt:variant>
      <vt:variant>
        <vt:i4>0</vt:i4>
      </vt:variant>
      <vt:variant>
        <vt:i4>5</vt:i4>
      </vt:variant>
      <vt:variant>
        <vt:lpwstr>http://www.comune.broni.pv.it/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mvertua</dc:creator>
  <cp:lastModifiedBy>Marta Parentela</cp:lastModifiedBy>
  <cp:revision>3</cp:revision>
  <cp:lastPrinted>2022-01-29T08:18:00Z</cp:lastPrinted>
  <dcterms:created xsi:type="dcterms:W3CDTF">2022-01-29T08:19:00Z</dcterms:created>
  <dcterms:modified xsi:type="dcterms:W3CDTF">2022-01-29T08:19:00Z</dcterms:modified>
</cp:coreProperties>
</file>